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258FFC3D" w14:textId="2988080D" w:rsidR="0082314F" w:rsidRDefault="0082314F" w:rsidP="00177B2A">
      <w:pPr>
        <w:spacing w:after="0" w:line="240" w:lineRule="auto"/>
        <w:ind w:left="1440" w:firstLine="720"/>
        <w:jc w:val="both"/>
        <w:rPr>
          <w:rFonts w:ascii="Times New Roman" w:hAnsi="Times New Roman" w:cs="Times New Roman"/>
          <w:b/>
          <w:bCs/>
          <w:kern w:val="28"/>
          <w:sz w:val="24"/>
          <w:szCs w:val="24"/>
        </w:rPr>
      </w:pPr>
    </w:p>
    <w:p w14:paraId="62A9A31A" w14:textId="77777777" w:rsidR="0082314F" w:rsidRPr="00FE2065" w:rsidRDefault="0082314F" w:rsidP="00177B2A">
      <w:pPr>
        <w:spacing w:after="0" w:line="240" w:lineRule="auto"/>
        <w:ind w:left="1440" w:firstLine="720"/>
        <w:jc w:val="both"/>
        <w:rPr>
          <w:rFonts w:ascii="Times New Roman" w:hAnsi="Times New Roman" w:cs="Times New Roman"/>
          <w:b/>
          <w:bCs/>
          <w:kern w:val="28"/>
          <w:sz w:val="24"/>
          <w:szCs w:val="24"/>
        </w:rPr>
      </w:pPr>
    </w:p>
    <w:p w14:paraId="67CE9A02" w14:textId="537E6237"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8C18FD">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76989ED5"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F00D1B">
        <w:rPr>
          <w:rFonts w:ascii="Times New Roman" w:hAnsi="Times New Roman" w:cs="Times New Roman"/>
          <w:sz w:val="24"/>
          <w:szCs w:val="24"/>
        </w:rPr>
        <w:t>.27</w:t>
      </w:r>
      <w:r w:rsidR="00DF11E6">
        <w:rPr>
          <w:rFonts w:ascii="Times New Roman" w:hAnsi="Times New Roman" w:cs="Times New Roman"/>
          <w:sz w:val="24"/>
          <w:szCs w:val="24"/>
        </w:rPr>
        <w:t>88</w:t>
      </w:r>
      <w:r w:rsidRPr="00CD01B9">
        <w:rPr>
          <w:rFonts w:ascii="Times New Roman" w:hAnsi="Times New Roman" w:cs="Times New Roman"/>
          <w:sz w:val="24"/>
          <w:szCs w:val="24"/>
        </w:rPr>
        <w:t xml:space="preserve"> „</w:t>
      </w:r>
      <w:r w:rsidR="008C18FD" w:rsidRPr="008C18FD">
        <w:rPr>
          <w:rFonts w:ascii="Times New Roman" w:hAnsi="Times New Roman" w:cs="Times New Roman"/>
          <w:bCs/>
          <w:i/>
          <w:sz w:val="24"/>
          <w:szCs w:val="24"/>
        </w:rPr>
        <w:t>Halliste tee silla remont</w:t>
      </w:r>
      <w:r w:rsidRPr="00CD01B9">
        <w:rPr>
          <w:rFonts w:ascii="Times New Roman" w:hAnsi="Times New Roman" w:cs="Times New Roman"/>
          <w:sz w:val="24"/>
          <w:szCs w:val="24"/>
        </w:rPr>
        <w:t xml:space="preserve">“ (viitenumber </w:t>
      </w:r>
      <w:r w:rsidR="00F00D1B">
        <w:rPr>
          <w:rFonts w:ascii="Times New Roman" w:hAnsi="Times New Roman" w:cs="Times New Roman"/>
          <w:sz w:val="24"/>
          <w:szCs w:val="24"/>
        </w:rPr>
        <w:t>2</w:t>
      </w:r>
      <w:r w:rsidR="00DF11E6">
        <w:rPr>
          <w:rFonts w:ascii="Times New Roman" w:hAnsi="Times New Roman" w:cs="Times New Roman"/>
          <w:sz w:val="24"/>
          <w:szCs w:val="24"/>
        </w:rPr>
        <w:t>62446</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6DFD8E34" w14:textId="77777777" w:rsidR="000272CC" w:rsidRPr="00281267" w:rsidRDefault="000272CC" w:rsidP="000272CC">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C30AE91" w:rsidR="00720E3E" w:rsidRPr="00281267" w:rsidRDefault="004A00C1"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94684072"/>
      <w:r>
        <w:rPr>
          <w:rFonts w:ascii="Times New Roman" w:hAnsi="Times New Roman" w:cs="Times New Roman"/>
          <w:sz w:val="24"/>
          <w:szCs w:val="24"/>
        </w:rPr>
        <w:t>Stricto Project</w:t>
      </w:r>
      <w:r w:rsidR="004216CB">
        <w:rPr>
          <w:rFonts w:ascii="Times New Roman" w:hAnsi="Times New Roman" w:cs="Times New Roman"/>
          <w:sz w:val="24"/>
          <w:szCs w:val="24"/>
        </w:rPr>
        <w:t xml:space="preserve"> OÜ </w:t>
      </w:r>
      <w:bookmarkStart w:id="1" w:name="_Hlk97802609"/>
      <w:r w:rsidR="004216CB">
        <w:rPr>
          <w:rFonts w:ascii="Times New Roman" w:hAnsi="Times New Roman" w:cs="Times New Roman"/>
          <w:sz w:val="24"/>
          <w:szCs w:val="24"/>
        </w:rPr>
        <w:t>poolt koostatud „</w:t>
      </w:r>
      <w:bookmarkEnd w:id="0"/>
      <w:bookmarkEnd w:id="1"/>
      <w:r w:rsidR="00821B41" w:rsidRPr="00821B41">
        <w:rPr>
          <w:rFonts w:ascii="Times New Roman" w:hAnsi="Times New Roman" w:cs="Times New Roman"/>
          <w:sz w:val="24"/>
          <w:szCs w:val="24"/>
        </w:rPr>
        <w:t>Halliste tee silla remon</w:t>
      </w:r>
      <w:r w:rsidR="00821B41">
        <w:rPr>
          <w:rFonts w:ascii="Times New Roman" w:hAnsi="Times New Roman" w:cs="Times New Roman"/>
          <w:sz w:val="24"/>
          <w:szCs w:val="24"/>
        </w:rPr>
        <w:t>di</w:t>
      </w:r>
      <w:r w:rsidR="00824B30" w:rsidRPr="00824B30">
        <w:rPr>
          <w:rFonts w:ascii="Times New Roman" w:hAnsi="Times New Roman" w:cs="Times New Roman"/>
          <w:sz w:val="24"/>
          <w:szCs w:val="24"/>
        </w:rPr>
        <w:t xml:space="preserve"> projekt“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48D06267"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4509DB">
        <w:rPr>
          <w:rFonts w:ascii="Times New Roman" w:hAnsi="Times New Roman" w:cs="Times New Roman"/>
          <w:sz w:val="24"/>
          <w:szCs w:val="24"/>
        </w:rPr>
        <w:t>V</w:t>
      </w:r>
      <w:r w:rsidR="00824B30">
        <w:rPr>
          <w:rFonts w:ascii="Times New Roman" w:hAnsi="Times New Roman" w:cs="Times New Roman"/>
          <w:sz w:val="24"/>
          <w:szCs w:val="24"/>
        </w:rPr>
        <w:t>iljandi</w:t>
      </w:r>
      <w:r w:rsidR="00240C3D" w:rsidRPr="00281267">
        <w:rPr>
          <w:rFonts w:ascii="Times New Roman" w:hAnsi="Times New Roman" w:cs="Times New Roman"/>
          <w:sz w:val="24"/>
          <w:szCs w:val="24"/>
        </w:rPr>
        <w:t xml:space="preserve"> maakonna </w:t>
      </w:r>
      <w:r w:rsidR="00824B30">
        <w:rPr>
          <w:rFonts w:ascii="Times New Roman" w:eastAsia="Times New Roman" w:hAnsi="Times New Roman" w:cs="Times New Roman"/>
          <w:bCs/>
          <w:sz w:val="24"/>
          <w:szCs w:val="24"/>
          <w:lang w:eastAsia="ar-SA"/>
        </w:rPr>
        <w:t>Halliste tee</w:t>
      </w:r>
      <w:r w:rsidR="004509DB" w:rsidRPr="004509DB">
        <w:rPr>
          <w:rFonts w:ascii="Times New Roman" w:eastAsia="Times New Roman" w:hAnsi="Times New Roman" w:cs="Times New Roman"/>
          <w:bCs/>
          <w:sz w:val="24"/>
          <w:szCs w:val="24"/>
          <w:lang w:eastAsia="ar-SA"/>
        </w:rPr>
        <w:t xml:space="preserve"> </w:t>
      </w:r>
      <w:r w:rsidR="00605C2C">
        <w:rPr>
          <w:rFonts w:ascii="Times New Roman" w:eastAsia="Times New Roman" w:hAnsi="Times New Roman" w:cs="Times New Roman"/>
          <w:bCs/>
          <w:sz w:val="24"/>
          <w:szCs w:val="24"/>
          <w:lang w:eastAsia="ar-SA"/>
        </w:rPr>
        <w:t>Halliste jõe silla remont</w:t>
      </w:r>
      <w:r w:rsidR="004216CB" w:rsidRPr="004216CB">
        <w:rPr>
          <w:rFonts w:ascii="Times New Roman" w:eastAsia="Times New Roman" w:hAnsi="Times New Roman" w:cs="Times New Roman"/>
          <w:bCs/>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3E3D28B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Töö peab vastam</w:t>
      </w:r>
      <w:r w:rsidR="004509DB">
        <w:rPr>
          <w:rFonts w:ascii="Times New Roman" w:hAnsi="Times New Roman" w:cs="Times New Roman"/>
          <w:sz w:val="24"/>
          <w:szCs w:val="24"/>
        </w:rPr>
        <w:t xml:space="preserve">a </w:t>
      </w:r>
      <w:r w:rsidR="00605C2C">
        <w:rPr>
          <w:rFonts w:ascii="Times New Roman" w:hAnsi="Times New Roman" w:cs="Times New Roman"/>
          <w:sz w:val="24"/>
          <w:szCs w:val="24"/>
        </w:rPr>
        <w:t>S</w:t>
      </w:r>
      <w:r w:rsidR="00547B0D">
        <w:rPr>
          <w:rFonts w:ascii="Times New Roman" w:hAnsi="Times New Roman" w:cs="Times New Roman"/>
          <w:sz w:val="24"/>
          <w:szCs w:val="24"/>
        </w:rPr>
        <w:t>tric</w:t>
      </w:r>
      <w:r w:rsidR="00824B30">
        <w:rPr>
          <w:rFonts w:ascii="Times New Roman" w:eastAsia="Times New Roman" w:hAnsi="Times New Roman" w:cs="Times New Roman"/>
          <w:bCs/>
          <w:sz w:val="24"/>
          <w:szCs w:val="24"/>
          <w:lang w:eastAsia="ar-SA"/>
        </w:rPr>
        <w:t>t</w:t>
      </w:r>
      <w:r w:rsidR="00547B0D">
        <w:rPr>
          <w:rFonts w:ascii="Times New Roman" w:eastAsia="Times New Roman" w:hAnsi="Times New Roman" w:cs="Times New Roman"/>
          <w:bCs/>
          <w:sz w:val="24"/>
          <w:szCs w:val="24"/>
          <w:lang w:eastAsia="ar-SA"/>
        </w:rPr>
        <w:t>o Project</w:t>
      </w:r>
      <w:r w:rsidR="00824B30">
        <w:rPr>
          <w:rFonts w:ascii="Times New Roman" w:eastAsia="Times New Roman" w:hAnsi="Times New Roman" w:cs="Times New Roman"/>
          <w:bCs/>
          <w:sz w:val="24"/>
          <w:szCs w:val="24"/>
          <w:lang w:eastAsia="ar-SA"/>
        </w:rPr>
        <w:t xml:space="preserve"> OÜ poolt koostatud </w:t>
      </w:r>
      <w:r w:rsidR="00547B0D" w:rsidRPr="00547B0D">
        <w:rPr>
          <w:rFonts w:ascii="Times New Roman" w:eastAsia="Times New Roman" w:hAnsi="Times New Roman" w:cs="Times New Roman"/>
          <w:bCs/>
          <w:sz w:val="24"/>
          <w:szCs w:val="24"/>
          <w:lang w:eastAsia="ar-SA"/>
        </w:rPr>
        <w:t>Halliste tee silla remon</w:t>
      </w:r>
      <w:r w:rsidR="00547B0D">
        <w:rPr>
          <w:rFonts w:ascii="Times New Roman" w:eastAsia="Times New Roman" w:hAnsi="Times New Roman" w:cs="Times New Roman"/>
          <w:bCs/>
          <w:sz w:val="24"/>
          <w:szCs w:val="24"/>
          <w:lang w:eastAsia="ar-SA"/>
        </w:rPr>
        <w:t>di</w:t>
      </w:r>
      <w:r w:rsidR="00824B30">
        <w:rPr>
          <w:rFonts w:ascii="Times New Roman" w:eastAsia="Times New Roman" w:hAnsi="Times New Roman" w:cs="Times New Roman"/>
          <w:bCs/>
          <w:sz w:val="24"/>
          <w:szCs w:val="24"/>
          <w:lang w:eastAsia="ar-SA"/>
        </w:rPr>
        <w:t xml:space="preserve"> projekti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w:t>
      </w:r>
      <w:r w:rsidR="00CC3727">
        <w:rPr>
          <w:rFonts w:ascii="Times New Roman" w:hAnsi="Times New Roman" w:cs="Times New Roman"/>
          <w:sz w:val="24"/>
          <w:szCs w:val="24"/>
        </w:rPr>
        <w:t xml:space="preserve">s- ja kommunikatsiooniministri </w:t>
      </w:r>
      <w:r w:rsidR="000B19CE" w:rsidRPr="00281267">
        <w:rPr>
          <w:rFonts w:ascii="Times New Roman" w:hAnsi="Times New Roman" w:cs="Times New Roman"/>
          <w:sz w:val="24"/>
          <w:szCs w:val="24"/>
        </w:rPr>
        <w:t>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4D014795" w14:textId="77777777" w:rsidR="00987C96" w:rsidRPr="00281267" w:rsidRDefault="00987C96" w:rsidP="00987C96">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523FE96" w14:textId="77777777" w:rsidR="00987C96" w:rsidRPr="00281267"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ja töövõtja ühine kohustus:</w:t>
      </w:r>
    </w:p>
    <w:p w14:paraId="10EAAA12" w14:textId="77777777" w:rsidR="00987C96" w:rsidRPr="00E50701"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tellija</w:t>
      </w:r>
      <w:r w:rsidRPr="00E50701">
        <w:rPr>
          <w:rFonts w:ascii="Times New Roman" w:hAnsi="Times New Roman" w:cs="Times New Roman"/>
          <w:sz w:val="24"/>
          <w:szCs w:val="24"/>
        </w:rPr>
        <w:t xml:space="preserve"> ja töövõtja on kohustatud 3 (kolme) nädala jooksul peale lepingu allakirjutamist ühiselt täpsustama tööde teostamise graafiku.</w:t>
      </w:r>
    </w:p>
    <w:p w14:paraId="158B2565" w14:textId="77777777" w:rsidR="00987C96" w:rsidRPr="00E50701"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62657A7" w14:textId="77777777" w:rsidR="00987C96" w:rsidRPr="00E50701"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töövõtja poolt tehtavate tööde kvaliteeti n</w:t>
      </w:r>
      <w:r>
        <w:rPr>
          <w:rFonts w:ascii="Times New Roman" w:hAnsi="Times New Roman" w:cs="Times New Roman"/>
          <w:sz w:val="24"/>
          <w:szCs w:val="24"/>
        </w:rPr>
        <w:t>ing anda juhiseid esinevate rik</w:t>
      </w:r>
      <w:r w:rsidRPr="00E50701">
        <w:rPr>
          <w:rFonts w:ascii="Times New Roman" w:hAnsi="Times New Roman" w:cs="Times New Roman"/>
          <w:sz w:val="24"/>
          <w:szCs w:val="24"/>
        </w:rPr>
        <w:t>kumiste kõrvaldamiseks;</w:t>
      </w:r>
    </w:p>
    <w:p w14:paraId="57FD71D7" w14:textId="77777777" w:rsidR="00987C96" w:rsidRPr="00CD01B9"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tööd metsaõigusnormidest või keskkonnaalastest õigusnormidest ja nõuetest mittekinnipidamisel kuni rikkumiste</w:t>
      </w:r>
      <w:r w:rsidRPr="00CD01B9">
        <w:rPr>
          <w:rFonts w:ascii="Times New Roman" w:hAnsi="Times New Roman" w:cs="Times New Roman"/>
          <w:sz w:val="24"/>
          <w:szCs w:val="24"/>
        </w:rPr>
        <w:t xml:space="preserve"> kõrvaldamiseni;</w:t>
      </w:r>
    </w:p>
    <w:p w14:paraId="31052C95" w14:textId="77777777" w:rsidR="00987C96" w:rsidRPr="00CD01B9"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tööd perioodiks, mil looduslikud tingimused (teede lagunemine, põud jms) ei võimalda tööde teostamist. tööde peatamiseks ja jätkamiseks väljastab tellija t</w:t>
      </w:r>
      <w:r>
        <w:rPr>
          <w:rFonts w:ascii="Times New Roman" w:hAnsi="Times New Roman" w:cs="Times New Roman"/>
          <w:sz w:val="24"/>
          <w:szCs w:val="24"/>
        </w:rPr>
        <w:t>öövõtjale kir</w:t>
      </w:r>
      <w:r w:rsidRPr="00CD01B9">
        <w:rPr>
          <w:rFonts w:ascii="Times New Roman" w:hAnsi="Times New Roman" w:cs="Times New Roman"/>
          <w:sz w:val="24"/>
          <w:szCs w:val="24"/>
        </w:rPr>
        <w:t>jaliku teate e-posti teel;</w:t>
      </w:r>
    </w:p>
    <w:p w14:paraId="2E8C240D" w14:textId="77777777" w:rsidR="00987C96" w:rsidRPr="00CD01B9"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Pr="00CD01B9">
        <w:rPr>
          <w:rFonts w:ascii="Times New Roman" w:hAnsi="Times New Roman" w:cs="Times New Roman"/>
          <w:sz w:val="24"/>
          <w:szCs w:val="24"/>
        </w:rPr>
        <w:t xml:space="preserve"> tööde mahtusid, kui see on tingitud projekti muutmisest;</w:t>
      </w:r>
    </w:p>
    <w:p w14:paraId="514FCAFB" w14:textId="77777777" w:rsidR="00987C96" w:rsidRPr="00CD01B9"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mõõta teostatud tööde mahtusid üle töövõtja juuresolekul. Kui osutub vajalikuks täiendavad mõõtmised Töövõtja puudustest tingituna, siis see mõõtmise summa peetakse kinni Töövõtjale makstavast tasust;  </w:t>
      </w:r>
    </w:p>
    <w:p w14:paraId="7D2AEB3A" w14:textId="77777777" w:rsidR="00987C96" w:rsidRPr="00CD01B9"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Pr="00CD01B9">
        <w:rPr>
          <w:rFonts w:ascii="Times New Roman" w:hAnsi="Times New Roman" w:cs="Times New Roman"/>
          <w:sz w:val="24"/>
          <w:szCs w:val="24"/>
        </w:rPr>
        <w:t>eatada tööd ja kõik maksed töövõtjale, kui lep</w:t>
      </w:r>
      <w:r>
        <w:rPr>
          <w:rFonts w:ascii="Times New Roman" w:hAnsi="Times New Roman" w:cs="Times New Roman"/>
          <w:sz w:val="24"/>
          <w:szCs w:val="24"/>
        </w:rPr>
        <w:t>ingu punktis 4.2.15</w:t>
      </w:r>
      <w:r w:rsidRPr="00CD01B9">
        <w:rPr>
          <w:rFonts w:ascii="Times New Roman" w:hAnsi="Times New Roman" w:cs="Times New Roman"/>
          <w:sz w:val="24"/>
          <w:szCs w:val="24"/>
        </w:rPr>
        <w:t xml:space="preserve"> nimetatud töövõtja poolt esitatud garantii ei kehti või garantiid asendavat rahasummat ei ole tellija pangakontole deponeeritud. </w:t>
      </w:r>
    </w:p>
    <w:p w14:paraId="728F0D6C" w14:textId="77777777" w:rsidR="00987C96" w:rsidRPr="00CD01B9"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502E417" w14:textId="77777777" w:rsidR="00987C96" w:rsidRPr="00CD01B9"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tutvustama töövõtjale RMK keskkonnaalaseid käitumisjuhiseid ja tööohutusnõudeid ning kontrollima töö käigus regulaarselt keskkonna- ja tööohutusnõuetest kinnipidamist; </w:t>
      </w:r>
    </w:p>
    <w:p w14:paraId="0AF529F0" w14:textId="77777777" w:rsidR="00987C96" w:rsidRPr="00CD01B9"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töövõtjat vajaliku informatsiooniga ning vajadusel juhendama töövõtjat tööde käigus;</w:t>
      </w:r>
    </w:p>
    <w:p w14:paraId="7A569F18" w14:textId="77777777" w:rsidR="00987C96" w:rsidRPr="00CD01B9"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töövõtja esindaja juuresolekul teostatud tööd ja võtma töövõtjalt aktiga vastu lepingujärgsed valmis tööd (kogu töö valmisolekul). Tellijal on õigus akteerida teostatud tööd töövõtja esindaja juuresolekuta, kui töövõtjaga on kokku lepitud akteerimise aeg ja koht, kuid töövõtja esindaja ei ole ilmunud kohale;</w:t>
      </w:r>
    </w:p>
    <w:p w14:paraId="682263C9" w14:textId="77777777" w:rsidR="00987C96" w:rsidRPr="00CD01B9"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töövõtjale õigeaegselt ja kvaliteetselt teostatud t</w:t>
      </w:r>
      <w:r>
        <w:rPr>
          <w:rFonts w:ascii="Times New Roman" w:hAnsi="Times New Roman" w:cs="Times New Roman"/>
          <w:sz w:val="24"/>
          <w:szCs w:val="24"/>
        </w:rPr>
        <w:t>ööde eest.</w:t>
      </w:r>
    </w:p>
    <w:p w14:paraId="0A5B10D5" w14:textId="77777777" w:rsidR="00987C96" w:rsidRPr="00CD01B9" w:rsidRDefault="00987C96" w:rsidP="00987C96">
      <w:pPr>
        <w:tabs>
          <w:tab w:val="left" w:pos="567"/>
        </w:tabs>
        <w:spacing w:after="0" w:line="240" w:lineRule="auto"/>
        <w:jc w:val="both"/>
        <w:rPr>
          <w:rStyle w:val="normal1"/>
          <w:rFonts w:cs="Times New Roman"/>
          <w:b/>
          <w:szCs w:val="24"/>
        </w:rPr>
      </w:pPr>
    </w:p>
    <w:p w14:paraId="62A163B0" w14:textId="77777777" w:rsidR="00987C96" w:rsidRPr="00CD01B9" w:rsidRDefault="00987C96" w:rsidP="00987C96">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647A4C80" w14:textId="77777777" w:rsidR="00987C96" w:rsidRPr="00CD01B9"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42D5A41D" w14:textId="77777777" w:rsidR="00987C96" w:rsidRPr="00CD01B9"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tööde korralduse muutmiseks.</w:t>
      </w:r>
    </w:p>
    <w:p w14:paraId="1905CFAB" w14:textId="77777777" w:rsidR="00987C96" w:rsidRPr="00CD01B9"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0EFC9284" w14:textId="1EFC1531" w:rsidR="00987C96" w:rsidRPr="00CD01B9"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teostama tööd vastavuses lepingu punktis 2.2 nimetatud ehitusprojektiga</w:t>
      </w:r>
      <w:r w:rsidR="003D3C85">
        <w:rPr>
          <w:rFonts w:ascii="Times New Roman" w:hAnsi="Times New Roman" w:cs="Times New Roman"/>
          <w:sz w:val="24"/>
          <w:szCs w:val="24"/>
        </w:rPr>
        <w:t>;</w:t>
      </w:r>
      <w:r w:rsidRPr="00CD01B9">
        <w:rPr>
          <w:rFonts w:ascii="Times New Roman" w:hAnsi="Times New Roman" w:cs="Times New Roman"/>
          <w:sz w:val="24"/>
          <w:szCs w:val="24"/>
        </w:rPr>
        <w:t xml:space="preserve"> </w:t>
      </w:r>
    </w:p>
    <w:p w14:paraId="0A8D78B2" w14:textId="77777777" w:rsidR="00987C96" w:rsidRPr="00D001FB"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705BF49E" w14:textId="77777777" w:rsidR="00987C96" w:rsidRPr="00CD01B9"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hiljemalt lepingu täitmise alustamise ajaks selleks ajaks teadaolevate lepingu täitmisel osalevate alltöövõtjate nimed, kontaktandmed ja teabe nende seaduslike esindajate kohta;</w:t>
      </w:r>
    </w:p>
    <w:p w14:paraId="12C434D5" w14:textId="77777777" w:rsidR="00987C96" w:rsidRPr="00E67DE8"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esitama tellijale punktis 4.2.3 nimetatud teabe ka iga alltöövõtja kohta, kes osaleb lepingu täitmisel ja kelle kohta pole tellijale lepingu täitmise alustamise ajaks punktis 4.2.3. nimetatud teavet esitatud;</w:t>
      </w:r>
    </w:p>
    <w:p w14:paraId="0C2B845B" w14:textId="77777777" w:rsidR="00987C96" w:rsidRPr="00FA7EB9"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 xml:space="preserve">esitama tellijale andmed lepingu selle osa suuruse ja iseloomu kohta, mille suhtes ta kavatseb </w:t>
      </w:r>
      <w:r w:rsidRPr="00FA7EB9">
        <w:rPr>
          <w:rFonts w:ascii="Times New Roman" w:hAnsi="Times New Roman" w:cs="Times New Roman"/>
          <w:sz w:val="24"/>
          <w:szCs w:val="24"/>
        </w:rPr>
        <w:t>ta sõlmida alltöövõtulepinguid koos kavandatavate alltöövõtjate nimede, kontaktandmed ja teabega nende seaduslike esindajate kohta;</w:t>
      </w:r>
    </w:p>
    <w:p w14:paraId="097F3FA4" w14:textId="09DDFDF6" w:rsidR="00987C96" w:rsidRPr="00390006" w:rsidRDefault="00987C96" w:rsidP="0086737C">
      <w:pPr>
        <w:pStyle w:val="Pealkiri31"/>
        <w:tabs>
          <w:tab w:val="left" w:pos="284"/>
        </w:tabs>
        <w:spacing w:after="0" w:line="240" w:lineRule="auto"/>
        <w:ind w:left="0" w:firstLine="0"/>
        <w:jc w:val="both"/>
        <w:rPr>
          <w:rFonts w:ascii="Times New Roman" w:hAnsi="Times New Roman" w:cs="Times New Roman"/>
          <w:i/>
          <w:sz w:val="24"/>
          <w:szCs w:val="24"/>
        </w:rPr>
      </w:pPr>
      <w:r w:rsidRPr="00390006">
        <w:rPr>
          <w:rFonts w:ascii="Times New Roman" w:hAnsi="Times New Roman" w:cs="Times New Roman"/>
          <w:sz w:val="24"/>
          <w:szCs w:val="24"/>
        </w:rPr>
        <w:t>kinni pidama tööde teostamisel tellija poolt kehtestatud keskkonnaalastest käitumisjuhistest ja projektis esitatud ehitusobjekti omapära arvestavaid nõudeid</w:t>
      </w:r>
      <w:r w:rsidRPr="00390006">
        <w:rPr>
          <w:rStyle w:val="normal1"/>
          <w:rFonts w:cs="Times New Roman"/>
          <w:szCs w:val="24"/>
        </w:rPr>
        <w:t xml:space="preserve">. Jälgima </w:t>
      </w:r>
      <w:r w:rsidRPr="00390006">
        <w:rPr>
          <w:rFonts w:ascii="Times New Roman" w:eastAsia="Times New Roman" w:hAnsi="Times New Roman" w:cs="Times New Roman"/>
          <w:sz w:val="24"/>
          <w:szCs w:val="24"/>
        </w:rPr>
        <w:t xml:space="preserve">ehitusprojektis peatükk </w:t>
      </w:r>
      <w:r w:rsidR="008720CE" w:rsidRPr="00390006">
        <w:rPr>
          <w:rFonts w:ascii="Times New Roman" w:eastAsia="Times New Roman" w:hAnsi="Times New Roman" w:cs="Times New Roman"/>
          <w:sz w:val="24"/>
          <w:szCs w:val="24"/>
        </w:rPr>
        <w:t>3.</w:t>
      </w:r>
      <w:r w:rsidRPr="00390006">
        <w:rPr>
          <w:rFonts w:ascii="Times New Roman" w:eastAsia="Times New Roman" w:hAnsi="Times New Roman" w:cs="Times New Roman"/>
          <w:sz w:val="24"/>
          <w:szCs w:val="24"/>
        </w:rPr>
        <w:t>8</w:t>
      </w:r>
      <w:r w:rsidR="00390006" w:rsidRPr="00390006">
        <w:rPr>
          <w:rFonts w:ascii="Times New Roman" w:eastAsia="Times New Roman" w:hAnsi="Times New Roman" w:cs="Times New Roman"/>
          <w:sz w:val="24"/>
          <w:szCs w:val="24"/>
        </w:rPr>
        <w:t xml:space="preserve"> Keskkonnakaitse ja vee-erikasutusluba</w:t>
      </w:r>
      <w:r w:rsidR="004B2ED2" w:rsidRPr="00390006">
        <w:rPr>
          <w:rFonts w:ascii="Times New Roman" w:eastAsia="Times New Roman" w:hAnsi="Times New Roman" w:cs="Times New Roman"/>
          <w:sz w:val="24"/>
          <w:szCs w:val="24"/>
        </w:rPr>
        <w:t xml:space="preserve"> (lk 15) </w:t>
      </w:r>
      <w:r w:rsidRPr="00390006">
        <w:rPr>
          <w:rFonts w:ascii="Times New Roman" w:eastAsia="Times New Roman" w:hAnsi="Times New Roman" w:cs="Times New Roman"/>
          <w:sz w:val="24"/>
          <w:szCs w:val="24"/>
        </w:rPr>
        <w:t>ning</w:t>
      </w:r>
      <w:r w:rsidRPr="00390006">
        <w:rPr>
          <w:rStyle w:val="normal1"/>
          <w:rFonts w:cs="Times New Roman"/>
          <w:szCs w:val="24"/>
        </w:rPr>
        <w:t xml:space="preserve"> tellija poolt koostatud keskkonnaanalüüsis toodut.</w:t>
      </w:r>
      <w:r w:rsidR="00390006" w:rsidRPr="00390006">
        <w:rPr>
          <w:rStyle w:val="normal1"/>
          <w:rFonts w:cs="Times New Roman"/>
          <w:szCs w:val="24"/>
        </w:rPr>
        <w:t xml:space="preserve"> </w:t>
      </w:r>
      <w:r w:rsidRPr="00390006">
        <w:rPr>
          <w:rFonts w:ascii="Times New Roman" w:hAnsi="Times New Roman" w:cs="Times New Roman"/>
          <w:i/>
          <w:sz w:val="24"/>
          <w:szCs w:val="24"/>
        </w:rPr>
        <w:t>Keskkonnakaitselised eritingimused ja ajalised piirangud puuduvad.</w:t>
      </w:r>
    </w:p>
    <w:p w14:paraId="71B92601" w14:textId="77777777" w:rsidR="00987C96" w:rsidRPr="005A065C" w:rsidRDefault="00987C96" w:rsidP="00987C96">
      <w:pPr>
        <w:pStyle w:val="Pealkiri31"/>
        <w:tabs>
          <w:tab w:val="left" w:pos="284"/>
        </w:tabs>
        <w:spacing w:after="0" w:line="240" w:lineRule="auto"/>
        <w:ind w:left="0" w:firstLine="0"/>
        <w:jc w:val="both"/>
        <w:rPr>
          <w:rFonts w:ascii="Times New Roman" w:hAnsi="Times New Roman" w:cs="Times New Roman"/>
          <w:sz w:val="24"/>
          <w:szCs w:val="24"/>
        </w:rPr>
      </w:pPr>
      <w:r w:rsidRPr="005A065C">
        <w:rPr>
          <w:rFonts w:ascii="Times New Roman" w:hAnsi="Times New Roman" w:cs="Times New Roman"/>
          <w:sz w:val="24"/>
          <w:szCs w:val="24"/>
        </w:rPr>
        <w:t>teostama tööd, s.h projekti muutmisest tulenevad lisatööd, pakkumises toodud hindadega, tähtaegselt ja kvaliteetselt ning informeerima tellijat tööde või lisatööde hili</w:t>
      </w:r>
      <w:r w:rsidRPr="005A065C">
        <w:rPr>
          <w:rFonts w:ascii="Times New Roman" w:hAnsi="Times New Roman" w:cs="Times New Roman"/>
          <w:sz w:val="24"/>
          <w:szCs w:val="24"/>
        </w:rPr>
        <w:softHyphen/>
        <w:t>ne</w:t>
      </w:r>
      <w:r w:rsidRPr="005A065C">
        <w:rPr>
          <w:rFonts w:ascii="Times New Roman" w:hAnsi="Times New Roman" w:cs="Times New Roman"/>
          <w:sz w:val="24"/>
          <w:szCs w:val="24"/>
        </w:rPr>
        <w:softHyphen/>
        <w:t>misest ja hilinemise põhjustest;</w:t>
      </w:r>
    </w:p>
    <w:p w14:paraId="66F3F3BD" w14:textId="77777777" w:rsidR="00987C96" w:rsidRPr="00E67DE8"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DD6134">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w:t>
      </w:r>
      <w:r w:rsidRPr="00E67DE8">
        <w:rPr>
          <w:rFonts w:ascii="Times New Roman" w:hAnsi="Times New Roman" w:cs="Times New Roman"/>
          <w:sz w:val="24"/>
          <w:szCs w:val="24"/>
        </w:rPr>
        <w:t xml:space="preserve"> ja tuleohtu, samuti rakendama tehnoloogiaid ja tehnilisi vahendeid, mis ei kahjusta kasvavat metsa, pinnast ja ümbritsevat keskkonda; </w:t>
      </w:r>
    </w:p>
    <w:p w14:paraId="37DA91C5" w14:textId="77777777" w:rsidR="00987C96" w:rsidRPr="00BE1A4D"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kaitsma ja hoidma</w:t>
      </w:r>
      <w:r w:rsidRPr="00BE1A4D">
        <w:rPr>
          <w:rFonts w:ascii="Times New Roman" w:hAnsi="Times New Roman" w:cs="Times New Roman"/>
          <w:sz w:val="24"/>
          <w:szCs w:val="24"/>
        </w:rPr>
        <w:t xml:space="preserve"> metsa ning täitma metsades tuleohutuse nõudeid, tulekahju puhkemisel informeerima koheselt päästeameti häirekeskust ja tellijat ning teostama esmaseid kustutustöid ning teistes eriolukordades (tormid, üleujutused jms) abistama tellijat oma sündmuskohal või selle läheduses asuva tööjõu ja tehnikaga. </w:t>
      </w:r>
    </w:p>
    <w:p w14:paraId="571712EC" w14:textId="77777777" w:rsidR="00987C96" w:rsidRPr="00BE1A4D"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2B3DD834" w14:textId="77777777" w:rsidR="00987C96" w:rsidRPr="00CD01B9"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mitte üle andma käesoleva lepingu alusel saadud õigusi ja kohustusi kolmandale isikule (alltöövõtjale) il</w:t>
      </w:r>
      <w:r w:rsidRPr="00CD01B9">
        <w:rPr>
          <w:rFonts w:ascii="Times New Roman" w:hAnsi="Times New Roman" w:cs="Times New Roman"/>
          <w:sz w:val="24"/>
          <w:szCs w:val="24"/>
        </w:rPr>
        <w:t xml:space="preserve">ma tellija kirjaliku nõusolekuta; </w:t>
      </w:r>
    </w:p>
    <w:p w14:paraId="7E9C0F04" w14:textId="77777777" w:rsidR="00987C96" w:rsidRPr="00CD01B9"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(turvariided ja isikukaitsevahendid);</w:t>
      </w:r>
    </w:p>
    <w:p w14:paraId="43F8FB46" w14:textId="77777777" w:rsidR="00987C96"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tähistama ehitusobjekti infotahvlitega (mõõtudega 1m x 1,5m). Infotahvlid tuleb paigutada kõigile ehitusobjektile sisenevatele teedele ehitusobjekti piirile;</w:t>
      </w:r>
    </w:p>
    <w:p w14:paraId="41CC78C8" w14:textId="77777777" w:rsidR="00987C96" w:rsidRPr="00CD01B9"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5C426E04" w14:textId="77777777" w:rsidR="00987C96" w:rsidRPr="00CD01B9"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krediidi- või finantseerimisasutuse või kindlustusandja garantiikirja </w:t>
      </w:r>
      <w:r w:rsidRPr="00245FE2">
        <w:rPr>
          <w:rFonts w:ascii="Times New Roman" w:hAnsi="Times New Roman" w:cs="Times New Roman"/>
          <w:sz w:val="24"/>
          <w:szCs w:val="24"/>
        </w:rPr>
        <w:fldChar w:fldCharType="begin"/>
      </w:r>
      <w:r w:rsidRPr="00245FE2">
        <w:rPr>
          <w:rFonts w:ascii="Times New Roman" w:hAnsi="Times New Roman" w:cs="Times New Roman"/>
          <w:sz w:val="24"/>
          <w:szCs w:val="24"/>
        </w:rPr>
        <w:instrText xml:space="preserve"> MACROBUTTON  AcceptAllChangesInDoc [Sisesta summa] </w:instrText>
      </w:r>
      <w:r w:rsidRPr="00245FE2">
        <w:rPr>
          <w:rFonts w:ascii="Times New Roman" w:hAnsi="Times New Roman" w:cs="Times New Roman"/>
          <w:sz w:val="24"/>
          <w:szCs w:val="24"/>
        </w:rPr>
        <w:fldChar w:fldCharType="end"/>
      </w:r>
      <w:r>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Pr>
          <w:rFonts w:ascii="Times New Roman" w:hAnsi="Times New Roman" w:cs="Times New Roman"/>
          <w:sz w:val="24"/>
          <w:szCs w:val="24"/>
        </w:rPr>
        <w:t>;</w:t>
      </w:r>
    </w:p>
    <w:p w14:paraId="7B8375BA" w14:textId="77777777" w:rsidR="00987C96" w:rsidRPr="00CD01B9"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tööde käigus tagama ehitusobjektile juurdepääsuks kasutatavate teede nõuetekohase sõidetavuse, vajadusel teid remontima ja teostama tolmutõrjet ning tööde lõppedes taastama kasutatud teedel tööde eelse olukorra;</w:t>
      </w:r>
    </w:p>
    <w:p w14:paraId="7D485E72" w14:textId="77777777" w:rsidR="00987C96" w:rsidRPr="00CD01B9"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ehitusobjektil kohapeal tööde teostamise käigus kaevetööde tulemusel saadavat looduslikku ehitusmaterjali, mida kasutatakse samal ehitusobjektil kohapeal.</w:t>
      </w:r>
    </w:p>
    <w:p w14:paraId="5C5C419C" w14:textId="77777777" w:rsidR="00987C96" w:rsidRPr="00CD01B9"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ehitusobjekti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5A4DE3CC" w14:textId="77777777" w:rsidR="00987C96" w:rsidRPr="00CD01B9" w:rsidRDefault="00987C96" w:rsidP="00987C96">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7928F90D" w14:textId="77777777" w:rsidR="00987C96" w:rsidRPr="00CD01B9" w:rsidRDefault="00987C96" w:rsidP="00987C96">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987C96" w:rsidRPr="00CD01B9" w14:paraId="144A4FA4" w14:textId="77777777" w:rsidTr="00C34490">
        <w:tc>
          <w:tcPr>
            <w:tcW w:w="528" w:type="dxa"/>
            <w:shd w:val="clear" w:color="auto" w:fill="auto"/>
          </w:tcPr>
          <w:p w14:paraId="33E74FCD" w14:textId="77777777" w:rsidR="00987C96" w:rsidRPr="00CD01B9" w:rsidRDefault="00987C96" w:rsidP="00C34490">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4BED2A7D" w14:textId="77777777" w:rsidR="00987C96" w:rsidRPr="00CD01B9" w:rsidRDefault="00987C96" w:rsidP="00C34490">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6483CE08" w14:textId="77777777" w:rsidR="00987C96" w:rsidRPr="00CD01B9" w:rsidRDefault="00987C96" w:rsidP="00C34490">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2F83F3D5" w14:textId="77777777" w:rsidR="00987C96" w:rsidRPr="00CD01B9" w:rsidRDefault="00987C96" w:rsidP="00C34490">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742DED92" w14:textId="77777777" w:rsidR="00987C96" w:rsidRPr="00CD01B9" w:rsidRDefault="00987C96" w:rsidP="00C34490">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20FFE6E9" w14:textId="77777777" w:rsidR="00987C96" w:rsidRPr="00CD01B9" w:rsidRDefault="00987C96" w:rsidP="00C34490">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Roll lepingu täitmisel vastavalt vahenditele, mille osas tugineti kvalifitseerimisel (kirjeldada)</w:t>
            </w:r>
          </w:p>
        </w:tc>
      </w:tr>
      <w:tr w:rsidR="00987C96" w:rsidRPr="00CD01B9" w14:paraId="2DE24CEC" w14:textId="77777777" w:rsidTr="00C34490">
        <w:tc>
          <w:tcPr>
            <w:tcW w:w="528" w:type="dxa"/>
            <w:shd w:val="clear" w:color="auto" w:fill="auto"/>
          </w:tcPr>
          <w:p w14:paraId="01DDF5A3" w14:textId="77777777" w:rsidR="00987C96" w:rsidRPr="00CD01B9" w:rsidRDefault="00987C96" w:rsidP="00C34490">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3B252463" w14:textId="77777777" w:rsidR="00987C96" w:rsidRPr="00CD01B9" w:rsidRDefault="00987C96" w:rsidP="00C34490">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1AF1D052" w14:textId="77777777" w:rsidR="00987C96" w:rsidRPr="00CD01B9" w:rsidRDefault="00987C96" w:rsidP="00C34490">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49D1A8EA" w14:textId="77777777" w:rsidR="00987C96" w:rsidRPr="00CD01B9" w:rsidRDefault="00987C96" w:rsidP="00C34490">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0B49EBA8" w14:textId="77777777" w:rsidR="00987C96" w:rsidRPr="00CD01B9" w:rsidRDefault="00987C96" w:rsidP="00C34490">
            <w:pPr>
              <w:widowControl w:val="0"/>
              <w:tabs>
                <w:tab w:val="left" w:pos="567"/>
              </w:tabs>
              <w:spacing w:after="0" w:line="240" w:lineRule="auto"/>
              <w:jc w:val="both"/>
              <w:rPr>
                <w:rFonts w:ascii="Times New Roman" w:hAnsi="Times New Roman" w:cs="Times New Roman"/>
                <w:sz w:val="24"/>
                <w:szCs w:val="24"/>
              </w:rPr>
            </w:pPr>
          </w:p>
        </w:tc>
      </w:tr>
      <w:tr w:rsidR="00987C96" w:rsidRPr="00CD01B9" w14:paraId="0ED7A17C" w14:textId="77777777" w:rsidTr="00C34490">
        <w:tc>
          <w:tcPr>
            <w:tcW w:w="528" w:type="dxa"/>
            <w:shd w:val="clear" w:color="auto" w:fill="auto"/>
          </w:tcPr>
          <w:p w14:paraId="5DADB8BF" w14:textId="77777777" w:rsidR="00987C96" w:rsidRPr="00CD01B9" w:rsidRDefault="00987C96" w:rsidP="00C34490">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6C956E5F" w14:textId="77777777" w:rsidR="00987C96" w:rsidRPr="00CD01B9" w:rsidRDefault="00987C96" w:rsidP="00C34490">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BB81D6F" w14:textId="77777777" w:rsidR="00987C96" w:rsidRPr="00CD01B9" w:rsidRDefault="00987C96" w:rsidP="00C34490">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214E0CF5" w14:textId="77777777" w:rsidR="00987C96" w:rsidRPr="00CD01B9" w:rsidRDefault="00987C96" w:rsidP="00C34490">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4A53E07B" w14:textId="77777777" w:rsidR="00987C96" w:rsidRPr="00CD01B9" w:rsidRDefault="00987C96" w:rsidP="00C34490">
            <w:pPr>
              <w:widowControl w:val="0"/>
              <w:tabs>
                <w:tab w:val="left" w:pos="567"/>
              </w:tabs>
              <w:spacing w:after="0" w:line="240" w:lineRule="auto"/>
              <w:jc w:val="both"/>
              <w:rPr>
                <w:rFonts w:ascii="Times New Roman" w:hAnsi="Times New Roman" w:cs="Times New Roman"/>
                <w:sz w:val="24"/>
                <w:szCs w:val="24"/>
              </w:rPr>
            </w:pPr>
          </w:p>
        </w:tc>
      </w:tr>
      <w:tr w:rsidR="00987C96" w:rsidRPr="00CD01B9" w14:paraId="1B074D12" w14:textId="77777777" w:rsidTr="00C34490">
        <w:tc>
          <w:tcPr>
            <w:tcW w:w="528" w:type="dxa"/>
            <w:shd w:val="clear" w:color="auto" w:fill="auto"/>
          </w:tcPr>
          <w:p w14:paraId="015ABA83" w14:textId="77777777" w:rsidR="00987C96" w:rsidRPr="00CD01B9" w:rsidRDefault="00987C96" w:rsidP="00C34490">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0B1EA5E" w14:textId="77777777" w:rsidR="00987C96" w:rsidRPr="00CD01B9" w:rsidRDefault="00987C96" w:rsidP="00C34490">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1478C329" w14:textId="77777777" w:rsidR="00987C96" w:rsidRPr="00CD01B9" w:rsidRDefault="00987C96" w:rsidP="00C34490">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7E3C4E9" w14:textId="77777777" w:rsidR="00987C96" w:rsidRPr="00CD01B9" w:rsidRDefault="00987C96" w:rsidP="00C34490">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8060C00" w14:textId="77777777" w:rsidR="00987C96" w:rsidRPr="00CD01B9" w:rsidRDefault="00987C96" w:rsidP="00C34490">
            <w:pPr>
              <w:widowControl w:val="0"/>
              <w:tabs>
                <w:tab w:val="left" w:pos="567"/>
              </w:tabs>
              <w:spacing w:after="0" w:line="240" w:lineRule="auto"/>
              <w:jc w:val="both"/>
              <w:rPr>
                <w:rFonts w:ascii="Times New Roman" w:hAnsi="Times New Roman" w:cs="Times New Roman"/>
                <w:sz w:val="24"/>
                <w:szCs w:val="24"/>
              </w:rPr>
            </w:pPr>
          </w:p>
        </w:tc>
      </w:tr>
    </w:tbl>
    <w:p w14:paraId="022462C4" w14:textId="77777777" w:rsidR="00987C96" w:rsidRPr="00CD01B9" w:rsidRDefault="00987C96" w:rsidP="00987C96">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48EDA7A9" w14:textId="77777777" w:rsidR="00987C96" w:rsidRDefault="00987C96" w:rsidP="00987C96">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4.2.20</w:t>
      </w:r>
      <w:r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6045C98C" w14:textId="77777777" w:rsidR="00987C96" w:rsidRPr="00CD01B9" w:rsidRDefault="00987C96" w:rsidP="00987C96">
      <w:pPr>
        <w:widowControl w:val="0"/>
        <w:tabs>
          <w:tab w:val="left" w:pos="567"/>
        </w:tabs>
        <w:spacing w:after="0" w:line="240" w:lineRule="auto"/>
        <w:jc w:val="both"/>
        <w:rPr>
          <w:rFonts w:ascii="Times New Roman" w:hAnsi="Times New Roman" w:cs="Times New Roman"/>
          <w:sz w:val="24"/>
          <w:szCs w:val="24"/>
          <w:highlight w:val="yellow"/>
        </w:rPr>
      </w:pPr>
    </w:p>
    <w:p w14:paraId="7051F7D1" w14:textId="77777777" w:rsidR="00987C96" w:rsidRPr="00CD01B9" w:rsidRDefault="00987C96" w:rsidP="00987C96">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139D05B7" w14:textId="77777777" w:rsidR="00987C96" w:rsidRPr="009B262F"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Töövõtja annab tellijale lõplikult valmis töö üle </w:t>
      </w:r>
      <w:bookmarkStart w:id="2" w:name="_Hlk90366426"/>
      <w:r w:rsidRPr="00494163">
        <w:rPr>
          <w:rFonts w:ascii="Times New Roman" w:hAnsi="Times New Roman" w:cs="Times New Roman"/>
          <w:sz w:val="24"/>
          <w:szCs w:val="24"/>
        </w:rPr>
        <w:t xml:space="preserve">hiljemalt </w:t>
      </w:r>
      <w:sdt>
        <w:sdtPr>
          <w:rPr>
            <w:rFonts w:ascii="Times New Roman" w:eastAsia="Calibri" w:hAnsi="Times New Roman" w:cs="Times New Roman"/>
            <w:sz w:val="24"/>
            <w:szCs w:val="24"/>
          </w:rPr>
          <w:id w:val="-972054507"/>
          <w:placeholder>
            <w:docPart w:val="0C00A05A60194A11AE5754D63AA9EE58"/>
          </w:placeholder>
          <w:date w:fullDate="2023-09-01T00:00:00Z">
            <w:dateFormat w:val="d.MM.yyyy"/>
            <w:lid w:val="et-EE"/>
            <w:storeMappedDataAs w:val="dateTime"/>
            <w:calendar w:val="gregorian"/>
          </w:date>
        </w:sdtPr>
        <w:sdtEndPr/>
        <w:sdtContent>
          <w:r w:rsidRPr="00494163">
            <w:rPr>
              <w:rFonts w:ascii="Times New Roman" w:eastAsia="Calibri" w:hAnsi="Times New Roman" w:cs="Times New Roman"/>
              <w:sz w:val="24"/>
              <w:szCs w:val="24"/>
            </w:rPr>
            <w:t>1.09.202</w:t>
          </w:r>
          <w:r>
            <w:rPr>
              <w:rFonts w:ascii="Times New Roman" w:eastAsia="Calibri" w:hAnsi="Times New Roman" w:cs="Times New Roman"/>
              <w:sz w:val="24"/>
              <w:szCs w:val="24"/>
            </w:rPr>
            <w:t>3</w:t>
          </w:r>
        </w:sdtContent>
      </w:sdt>
      <w:r w:rsidRPr="00494163">
        <w:rPr>
          <w:rFonts w:ascii="Times New Roman" w:hAnsi="Times New Roman" w:cs="Times New Roman"/>
          <w:sz w:val="24"/>
          <w:szCs w:val="24"/>
        </w:rPr>
        <w:t>.</w:t>
      </w:r>
      <w:r w:rsidRPr="009B262F">
        <w:rPr>
          <w:rFonts w:ascii="Times New Roman" w:hAnsi="Times New Roman" w:cs="Times New Roman"/>
          <w:sz w:val="24"/>
          <w:szCs w:val="24"/>
        </w:rPr>
        <w:t xml:space="preserve"> Vastavalt graafikule akteeritakse tööd jooksvalt mitte tihedamini kui 1 (üks) kord kuus, kuid seda ei loeta tööde lõplikuks üleandmiseks tellijale ega tööde osas riisiko üleminekuks tellijale. </w:t>
      </w:r>
    </w:p>
    <w:p w14:paraId="09F0E978" w14:textId="77777777" w:rsidR="00987C96" w:rsidRPr="009B262F"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5A1F0FE6CF644DD6B9A2E90D97A927E7"/>
          </w:placeholder>
          <w:date w:fullDate="2023-11-01T00:00:00Z">
            <w:dateFormat w:val="d.MM.yyyy"/>
            <w:lid w:val="et-EE"/>
            <w:storeMappedDataAs w:val="dateTime"/>
            <w:calendar w:val="gregorian"/>
          </w:date>
        </w:sdtPr>
        <w:sdtEndPr/>
        <w:sdtContent>
          <w:r w:rsidRPr="009B262F">
            <w:rPr>
              <w:rFonts w:ascii="Times New Roman" w:eastAsia="Calibri" w:hAnsi="Times New Roman" w:cs="Times New Roman"/>
              <w:sz w:val="24"/>
              <w:szCs w:val="24"/>
            </w:rPr>
            <w:t>1.11.202</w:t>
          </w:r>
          <w:r>
            <w:rPr>
              <w:rFonts w:ascii="Times New Roman" w:eastAsia="Calibri" w:hAnsi="Times New Roman" w:cs="Times New Roman"/>
              <w:sz w:val="24"/>
              <w:szCs w:val="24"/>
            </w:rPr>
            <w:t>3</w:t>
          </w:r>
        </w:sdtContent>
      </w:sdt>
      <w:r w:rsidRPr="009B262F">
        <w:rPr>
          <w:rFonts w:ascii="Times New Roman" w:hAnsi="Times New Roman" w:cs="Times New Roman"/>
          <w:sz w:val="24"/>
          <w:szCs w:val="24"/>
        </w:rPr>
        <w:t>.</w:t>
      </w:r>
      <w:bookmarkEnd w:id="2"/>
    </w:p>
    <w:p w14:paraId="7A39459B" w14:textId="77777777" w:rsidR="00987C96" w:rsidRPr="009B262F"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kohustatud töö üleandmisel selle viivitamata üle vaatama.</w:t>
      </w:r>
    </w:p>
    <w:p w14:paraId="0230412D" w14:textId="77777777" w:rsidR="00987C96" w:rsidRPr="009B262F"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pooled tehtud tööde vastuvõtu</w:t>
      </w:r>
      <w:r>
        <w:rPr>
          <w:rFonts w:ascii="Times New Roman" w:hAnsi="Times New Roman" w:cs="Times New Roman"/>
          <w:sz w:val="24"/>
          <w:szCs w:val="24"/>
        </w:rPr>
        <w:t>akti, mille</w:t>
      </w:r>
      <w:r w:rsidRPr="009B262F">
        <w:rPr>
          <w:rFonts w:ascii="Times New Roman" w:hAnsi="Times New Roman" w:cs="Times New Roman"/>
          <w:sz w:val="24"/>
          <w:szCs w:val="24"/>
        </w:rPr>
        <w:t xml:space="preserve">le kirjutavad alla poolte esindajad. </w:t>
      </w:r>
    </w:p>
    <w:p w14:paraId="10410430" w14:textId="77777777" w:rsidR="00987C96" w:rsidRPr="00CD01B9"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Pärast töö vastuvõtmist tellija poolt on töövõtjal õigus lepinguga kokkulepitud tasule. </w:t>
      </w:r>
    </w:p>
    <w:p w14:paraId="294A58B1" w14:textId="63DA5401" w:rsidR="00987C96" w:rsidRPr="00CD01B9"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annab tööle garantii tähtajaga kaks aastat arvates </w:t>
      </w:r>
      <w:r>
        <w:rPr>
          <w:rFonts w:ascii="Times New Roman" w:hAnsi="Times New Roman" w:cs="Times New Roman"/>
          <w:sz w:val="24"/>
          <w:szCs w:val="24"/>
        </w:rPr>
        <w:t>kasutu</w:t>
      </w:r>
      <w:r w:rsidRPr="00CD01B9">
        <w:rPr>
          <w:rFonts w:ascii="Times New Roman" w:hAnsi="Times New Roman" w:cs="Times New Roman"/>
          <w:sz w:val="24"/>
          <w:szCs w:val="24"/>
        </w:rPr>
        <w:t>selevõtu akti allkirjastamisest</w:t>
      </w:r>
      <w:r>
        <w:rPr>
          <w:rFonts w:ascii="Times New Roman" w:hAnsi="Times New Roman" w:cs="Times New Roman"/>
          <w:sz w:val="24"/>
          <w:szCs w:val="24"/>
        </w:rPr>
        <w:t xml:space="preserve"> </w:t>
      </w:r>
      <w:bookmarkStart w:id="3" w:name="_Hlk120112615"/>
      <w:r w:rsidR="00A94E38">
        <w:rPr>
          <w:rFonts w:ascii="Times New Roman" w:hAnsi="Times New Roman" w:cs="Times New Roman"/>
          <w:sz w:val="24"/>
          <w:szCs w:val="24"/>
        </w:rPr>
        <w:t xml:space="preserve">Tellija </w:t>
      </w:r>
      <w:bookmarkEnd w:id="3"/>
      <w:r w:rsidRPr="00CD01B9">
        <w:rPr>
          <w:rFonts w:ascii="Times New Roman" w:hAnsi="Times New Roman" w:cs="Times New Roman"/>
          <w:sz w:val="24"/>
          <w:szCs w:val="24"/>
        </w:rPr>
        <w:t xml:space="preserve">poolt. Garantiiaja jooksul kohustub töövõtja omal kulul ja vahenditega kõrvaldama töös esinevad puudused. </w:t>
      </w:r>
    </w:p>
    <w:p w14:paraId="24395213" w14:textId="77777777" w:rsidR="00987C96" w:rsidRPr="00CD01B9"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Tellija esitab töövõtjale oma pretensioonid seoses töö mittevastavusega lepingule 10 (kümne) tööpäeva jooksul arvates mittevastavuse avastamisest tellija poolt. </w:t>
      </w:r>
    </w:p>
    <w:p w14:paraId="460E593A" w14:textId="77777777" w:rsidR="00987C96" w:rsidRPr="00CD01B9"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on kohustatud reageerima tellija pretensioonile töö puuduste kohta 3 (kolme) tööpäeva jooksul arvates tellija vastava pretensiooni saamisest. </w:t>
      </w:r>
    </w:p>
    <w:p w14:paraId="2F81D3FF" w14:textId="77777777" w:rsidR="00987C96" w:rsidRPr="00CD01B9"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ettenähtud garantii kehtib juhul, kui tellija iseseisvalt ei ega tee töös täiendusi ega muudatusi.</w:t>
      </w:r>
    </w:p>
    <w:p w14:paraId="22AEB3E2" w14:textId="77777777" w:rsidR="00987C96" w:rsidRPr="00CD01B9" w:rsidRDefault="00987C96" w:rsidP="00987C96">
      <w:pPr>
        <w:widowControl w:val="0"/>
        <w:tabs>
          <w:tab w:val="left" w:pos="567"/>
        </w:tabs>
        <w:spacing w:after="0" w:line="240" w:lineRule="auto"/>
        <w:jc w:val="both"/>
        <w:rPr>
          <w:rFonts w:ascii="Times New Roman" w:hAnsi="Times New Roman" w:cs="Times New Roman"/>
          <w:sz w:val="24"/>
          <w:szCs w:val="24"/>
        </w:rPr>
      </w:pPr>
    </w:p>
    <w:p w14:paraId="23379B34" w14:textId="77777777" w:rsidR="00987C96" w:rsidRPr="00CD01B9" w:rsidRDefault="00987C96" w:rsidP="00987C96">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2749D2EA" w14:textId="77777777" w:rsidR="00987C96" w:rsidRPr="00295969"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maksab töövõtjale töö teostamise eest tasu vastavalt edukaks tunnistatud pakkumuses (</w:t>
      </w:r>
      <w:r w:rsidRPr="00295969">
        <w:rPr>
          <w:rFonts w:ascii="Times New Roman" w:hAnsi="Times New Roman" w:cs="Times New Roman"/>
          <w:sz w:val="24"/>
          <w:szCs w:val="24"/>
        </w:rPr>
        <w:t xml:space="preserve">kogumaksumusega </w:t>
      </w:r>
      <w:r w:rsidRPr="00295969">
        <w:rPr>
          <w:rFonts w:ascii="Times New Roman" w:hAnsi="Times New Roman" w:cs="Times New Roman"/>
          <w:sz w:val="24"/>
          <w:szCs w:val="24"/>
        </w:rPr>
        <w:fldChar w:fldCharType="begin"/>
      </w:r>
      <w:r w:rsidRPr="00295969">
        <w:rPr>
          <w:rFonts w:ascii="Times New Roman" w:hAnsi="Times New Roman" w:cs="Times New Roman"/>
          <w:sz w:val="24"/>
          <w:szCs w:val="24"/>
        </w:rPr>
        <w:instrText xml:space="preserve"> MACROBUTTON  AcceptAllChangesInDoc [Sisesta summa] </w:instrText>
      </w:r>
      <w:r w:rsidRPr="00295969">
        <w:rPr>
          <w:rFonts w:ascii="Times New Roman" w:hAnsi="Times New Roman" w:cs="Times New Roman"/>
          <w:sz w:val="24"/>
          <w:szCs w:val="24"/>
        </w:rPr>
        <w:fldChar w:fldCharType="end"/>
      </w:r>
      <w:r w:rsidRPr="00295969">
        <w:rPr>
          <w:rFonts w:ascii="Times New Roman" w:hAnsi="Times New Roman" w:cs="Times New Roman"/>
          <w:sz w:val="24"/>
          <w:szCs w:val="24"/>
        </w:rPr>
        <w:t>(</w:t>
      </w:r>
      <w:r w:rsidRPr="00295969">
        <w:rPr>
          <w:rFonts w:ascii="Times New Roman" w:eastAsia="Calibri" w:hAnsi="Times New Roman" w:cs="Times New Roman"/>
          <w:sz w:val="24"/>
          <w:szCs w:val="24"/>
        </w:rPr>
        <w:fldChar w:fldCharType="begin"/>
      </w:r>
      <w:r w:rsidRPr="00295969">
        <w:rPr>
          <w:rFonts w:ascii="Times New Roman" w:eastAsia="Calibri" w:hAnsi="Times New Roman" w:cs="Times New Roman"/>
          <w:sz w:val="24"/>
          <w:szCs w:val="24"/>
        </w:rPr>
        <w:instrText xml:space="preserve"> MACROBUTTON  AcceptAllChangesInDoc [Sisesta summa sõnadega]) </w:instrText>
      </w:r>
      <w:r w:rsidRPr="00295969">
        <w:rPr>
          <w:rFonts w:ascii="Times New Roman" w:eastAsia="Calibri" w:hAnsi="Times New Roman" w:cs="Times New Roman"/>
          <w:sz w:val="24"/>
          <w:szCs w:val="24"/>
        </w:rPr>
        <w:fldChar w:fldCharType="end"/>
      </w:r>
      <w:r w:rsidRPr="00295969">
        <w:rPr>
          <w:rFonts w:ascii="Times New Roman" w:hAnsi="Times New Roman" w:cs="Times New Roman"/>
          <w:sz w:val="24"/>
          <w:szCs w:val="24"/>
        </w:rPr>
        <w:t>eurot, esitatud ühikuhindadele, esitatud tööde tellimustele ja vastuvõetud töömahtudele. Hindadele lisandub käibemaks 20%.</w:t>
      </w:r>
    </w:p>
    <w:p w14:paraId="1AE1CD97" w14:textId="77777777" w:rsidR="00987C96" w:rsidRPr="00E57720"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295969">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pakkumuses toodud hindadest</w:t>
      </w:r>
      <w:r w:rsidRPr="00E57720">
        <w:rPr>
          <w:rFonts w:ascii="Times New Roman" w:hAnsi="Times New Roman" w:cs="Times New Roman"/>
          <w:sz w:val="24"/>
          <w:szCs w:val="24"/>
        </w:rPr>
        <w:t xml:space="preserve"> ja selle alusel teostatud ning akteeritud töödest.</w:t>
      </w:r>
    </w:p>
    <w:p w14:paraId="6398DD70" w14:textId="299E85AA" w:rsidR="00987C96" w:rsidRPr="00E31BC5"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A94E38">
        <w:rPr>
          <w:rFonts w:ascii="Times New Roman" w:hAnsi="Times New Roman" w:cs="Times New Roman"/>
          <w:sz w:val="24"/>
          <w:szCs w:val="24"/>
        </w:rPr>
        <w:t xml:space="preserve">Tellija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7A740BBE" w14:textId="77777777" w:rsidR="00987C96" w:rsidRPr="00E31BC5"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50F3741B" w14:textId="77777777" w:rsidR="00987C96" w:rsidRPr="00CD01B9"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26BA01DB" w14:textId="77777777" w:rsidR="00987C96" w:rsidRPr="00CD01B9" w:rsidRDefault="00987C96" w:rsidP="00987C96">
      <w:pPr>
        <w:widowControl w:val="0"/>
        <w:tabs>
          <w:tab w:val="left" w:pos="567"/>
        </w:tabs>
        <w:spacing w:after="0" w:line="240" w:lineRule="auto"/>
        <w:jc w:val="both"/>
        <w:rPr>
          <w:rFonts w:ascii="Times New Roman" w:hAnsi="Times New Roman" w:cs="Times New Roman"/>
          <w:sz w:val="24"/>
          <w:szCs w:val="24"/>
        </w:rPr>
      </w:pPr>
    </w:p>
    <w:p w14:paraId="48E6046D" w14:textId="77777777" w:rsidR="00987C96" w:rsidRPr="00CD01B9" w:rsidRDefault="00987C96" w:rsidP="00987C96">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3B44A995" w14:textId="77777777" w:rsidR="00987C96" w:rsidRPr="00CD01B9"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vastutavad oma lepingust tulenevate kohustuste rikkumise eest, kui rikkumine on põhjustatud süüliselt.</w:t>
      </w:r>
    </w:p>
    <w:p w14:paraId="542A86C1" w14:textId="77777777" w:rsidR="00987C96" w:rsidRPr="00CD01B9"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graafikuga kokkulepitud tähtaja</w:t>
      </w:r>
      <w:r>
        <w:rPr>
          <w:rFonts w:ascii="Times New Roman" w:hAnsi="Times New Roman" w:cs="Times New Roman"/>
          <w:sz w:val="24"/>
          <w:szCs w:val="24"/>
        </w:rPr>
        <w:t xml:space="preserve"> või lepingu punktis 4.2.15</w:t>
      </w:r>
      <w:r w:rsidRPr="00CD01B9">
        <w:rPr>
          <w:rFonts w:ascii="Times New Roman" w:hAnsi="Times New Roman" w:cs="Times New Roman"/>
          <w:sz w:val="24"/>
          <w:szCs w:val="24"/>
        </w:rPr>
        <w:t xml:space="preserve"> nõutud garantii esitamisega või pikendamisega, on tellijal õigus nõuda leppetrahvi tasumist, mille suuruseks on 0,15% lepingu kohaselt töövõtjale makstavast tasust graafikus ettenähtud töö teostamisele asumisega või valmis töö lõp</w:t>
      </w:r>
      <w:r>
        <w:rPr>
          <w:rFonts w:ascii="Times New Roman" w:hAnsi="Times New Roman" w:cs="Times New Roman"/>
          <w:sz w:val="24"/>
          <w:szCs w:val="24"/>
        </w:rPr>
        <w:t>liku üleandmisega viivitatud kalend</w:t>
      </w:r>
      <w:r w:rsidRPr="00CD01B9">
        <w:rPr>
          <w:rFonts w:ascii="Times New Roman" w:hAnsi="Times New Roman" w:cs="Times New Roman"/>
          <w:sz w:val="24"/>
          <w:szCs w:val="24"/>
        </w:rPr>
        <w:t>ripäeva eest, kuid kokku mitte rohkem kui 30 (kolmkümmend) % t</w:t>
      </w:r>
      <w:r>
        <w:rPr>
          <w:rFonts w:ascii="Times New Roman" w:hAnsi="Times New Roman" w:cs="Times New Roman"/>
          <w:sz w:val="24"/>
          <w:szCs w:val="24"/>
        </w:rPr>
        <w:t>öövõtjale makstavast ta</w:t>
      </w:r>
      <w:r w:rsidRPr="00CD01B9">
        <w:rPr>
          <w:rFonts w:ascii="Times New Roman" w:hAnsi="Times New Roman" w:cs="Times New Roman"/>
          <w:sz w:val="24"/>
          <w:szCs w:val="24"/>
        </w:rPr>
        <w:t>sust. Tellijal on õigus töö eest tasumisel teostada tasaarvestus ja vähendada t</w:t>
      </w:r>
      <w:r>
        <w:rPr>
          <w:rFonts w:ascii="Times New Roman" w:hAnsi="Times New Roman" w:cs="Times New Roman"/>
          <w:sz w:val="24"/>
          <w:szCs w:val="24"/>
        </w:rPr>
        <w:t>öö</w:t>
      </w:r>
      <w:r w:rsidRPr="00CD01B9">
        <w:rPr>
          <w:rFonts w:ascii="Times New Roman" w:hAnsi="Times New Roman" w:cs="Times New Roman"/>
          <w:sz w:val="24"/>
          <w:szCs w:val="24"/>
        </w:rPr>
        <w:t xml:space="preserve">võtjale makstavat tasu leppetrahvi summa võrra. </w:t>
      </w:r>
    </w:p>
    <w:p w14:paraId="7E807AD8" w14:textId="77777777" w:rsidR="00987C96" w:rsidRPr="0095274F"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Tellijal on õigus nõuda punktis 7.2 sätestatud leppetrahvi tasumist ka aja eest, mil töövõtja teeb töös parandusi tulenevalt tellija vastuväidetest.</w:t>
      </w:r>
    </w:p>
    <w:p w14:paraId="21F59D6B" w14:textId="77777777" w:rsidR="00987C96" w:rsidRPr="0095274F"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2B428ED6" w14:textId="37D2E7E9" w:rsidR="00705773" w:rsidRPr="00987C96" w:rsidRDefault="00987C96" w:rsidP="00987C96">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lepingust tuleneva leppetrahvi nõude töövõtjale hiljemalt 3 (kolme) kuu jooksul arvates päevast, mil tellijal tekkis leppetrahvi nõude esitamise õigus. </w:t>
      </w:r>
      <w:r w:rsidR="00705773" w:rsidRPr="00987C96">
        <w:rPr>
          <w:rFonts w:ascii="Times New Roman" w:hAnsi="Times New Roman" w:cs="Times New Roman"/>
          <w:sz w:val="24"/>
          <w:szCs w:val="24"/>
        </w:rPr>
        <w:t xml:space="preserve">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54A5F50E"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EF6E58" w:rsidRPr="006C3B06">
        <w:rPr>
          <w:rFonts w:ascii="Times New Roman" w:eastAsia="Times New Roman" w:hAnsi="Times New Roman" w:cs="Times New Roman"/>
          <w:sz w:val="24"/>
          <w:szCs w:val="24"/>
        </w:rPr>
        <w:t xml:space="preserve">Taivo Lehesmets, tel: 5068503, e-mail: </w:t>
      </w:r>
      <w:hyperlink r:id="rId10" w:history="1">
        <w:r w:rsidR="00EF6E58" w:rsidRPr="006C3B06">
          <w:rPr>
            <w:rStyle w:val="Hperlink"/>
            <w:rFonts w:ascii="Times New Roman" w:eastAsia="Times New Roman" w:hAnsi="Times New Roman" w:cs="Times New Roman"/>
            <w:sz w:val="24"/>
            <w:szCs w:val="24"/>
          </w:rPr>
          <w:t>taivo.lehesmets@rmk.ee</w:t>
        </w:r>
      </w:hyperlink>
      <w:r w:rsidR="009F210B" w:rsidRPr="001F004C">
        <w:rPr>
          <w:rFonts w:ascii="Times New Roman" w:eastAsia="Times New Roman" w:hAnsi="Times New Roman" w:cs="Times New Roman"/>
          <w:sz w:val="24"/>
          <w:szCs w:val="24"/>
          <w:lang w:eastAsia="ar-SA"/>
        </w:rPr>
        <w:t>.</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162021F" w14:textId="77777777" w:rsidR="00CF0130" w:rsidRPr="0095274F" w:rsidRDefault="00CF0130" w:rsidP="00CF0130">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17F83B47" w14:textId="77777777" w:rsidR="00CF0130" w:rsidRPr="00CD01B9" w:rsidRDefault="00CF0130" w:rsidP="00CF0130">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2906C85E" w14:textId="77777777" w:rsidR="00CF0130" w:rsidRPr="00CD01B9" w:rsidRDefault="00CF0130" w:rsidP="00CF0130">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0441931F" w14:textId="77777777" w:rsidR="00CF0130" w:rsidRPr="00CD01B9" w:rsidRDefault="00CF0130" w:rsidP="00CF0130">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2B5BEFD" w14:textId="77777777" w:rsidR="00CF0130" w:rsidRPr="00CD01B9" w:rsidRDefault="00CF0130" w:rsidP="00CF0130">
      <w:pPr>
        <w:tabs>
          <w:tab w:val="left" w:pos="567"/>
        </w:tabs>
        <w:spacing w:after="0" w:line="240" w:lineRule="auto"/>
        <w:jc w:val="both"/>
        <w:rPr>
          <w:rFonts w:ascii="Times New Roman" w:hAnsi="Times New Roman" w:cs="Times New Roman"/>
          <w:sz w:val="24"/>
          <w:szCs w:val="24"/>
        </w:rPr>
      </w:pPr>
    </w:p>
    <w:p w14:paraId="716CC89F" w14:textId="77777777" w:rsidR="00CF0130" w:rsidRPr="00CD01B9" w:rsidRDefault="00CF0130" w:rsidP="00CF0130">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75597E5C" w14:textId="77777777" w:rsidR="00CF0130" w:rsidRPr="00CD01B9" w:rsidRDefault="00CF0130" w:rsidP="00CF0130">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5518058" w14:textId="77777777" w:rsidR="00CF0130" w:rsidRPr="00CD01B9" w:rsidRDefault="00CF0130" w:rsidP="00CF0130">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22B55942" w14:textId="77777777" w:rsidR="00CF0130" w:rsidRPr="00CD01B9" w:rsidRDefault="00CF0130" w:rsidP="00CF0130">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222DEFAD" w14:textId="77777777" w:rsidR="00CF0130" w:rsidRPr="00CD01B9" w:rsidRDefault="00CF0130" w:rsidP="00CF0130">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47D4A140" w14:textId="77777777" w:rsidR="00CF0130" w:rsidRPr="00CD01B9" w:rsidRDefault="00CF0130" w:rsidP="00CF0130">
      <w:pPr>
        <w:tabs>
          <w:tab w:val="left" w:pos="567"/>
        </w:tabs>
        <w:spacing w:after="0" w:line="240" w:lineRule="auto"/>
        <w:jc w:val="both"/>
        <w:rPr>
          <w:rFonts w:ascii="Times New Roman" w:hAnsi="Times New Roman" w:cs="Times New Roman"/>
          <w:sz w:val="24"/>
          <w:szCs w:val="24"/>
        </w:rPr>
      </w:pPr>
    </w:p>
    <w:p w14:paraId="433AF296" w14:textId="77777777" w:rsidR="00CF0130" w:rsidRPr="00CD01B9" w:rsidRDefault="00CF0130" w:rsidP="00CF0130">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47793245" w14:textId="77777777" w:rsidR="00CF0130" w:rsidRPr="00CD01B9" w:rsidRDefault="00CF0130" w:rsidP="00CF0130">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0F8A4960" w14:textId="77777777" w:rsidR="00CF0130" w:rsidRPr="00CD01B9" w:rsidRDefault="00CF0130" w:rsidP="00CF0130">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lepingu muudatused jõustuvad pärast nende allakirjutamist mõlema poole poolt alla</w:t>
      </w:r>
      <w:r w:rsidRPr="00CD01B9">
        <w:rPr>
          <w:rFonts w:ascii="Times New Roman" w:hAnsi="Times New Roman" w:cs="Times New Roman"/>
          <w:sz w:val="24"/>
          <w:szCs w:val="24"/>
        </w:rPr>
        <w:softHyphen/>
        <w:t xml:space="preserve">kirjutamise hetkest või poolte poolt kirjalikult määratud tähtajal. </w:t>
      </w:r>
    </w:p>
    <w:p w14:paraId="472DA637" w14:textId="77777777" w:rsidR="00CF0130" w:rsidRPr="00CD01B9" w:rsidRDefault="00CF0130" w:rsidP="00CF0130">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eriarvamusi ja vaidlusi lahendavad pooled eelkõig</w:t>
      </w:r>
      <w:r>
        <w:rPr>
          <w:rFonts w:ascii="Times New Roman" w:hAnsi="Times New Roman" w:cs="Times New Roman"/>
          <w:sz w:val="24"/>
          <w:szCs w:val="24"/>
        </w:rPr>
        <w:t>e läbirääkimis</w:t>
      </w:r>
      <w:r w:rsidRPr="00CD01B9">
        <w:rPr>
          <w:rFonts w:ascii="Times New Roman" w:hAnsi="Times New Roman" w:cs="Times New Roman"/>
          <w:sz w:val="24"/>
          <w:szCs w:val="24"/>
        </w:rPr>
        <w:t>te teel. Kui lepingust tulenevaid vaidlusi ei õnnestu lahendada p</w:t>
      </w:r>
      <w:r>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õigusaktidega kehtestatud korras. </w:t>
      </w:r>
    </w:p>
    <w:p w14:paraId="5BC38988" w14:textId="3D4E6A9E" w:rsidR="00705773" w:rsidRPr="00CD01B9" w:rsidRDefault="003D3C85" w:rsidP="00CF0130">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9A5AC23E07C04409BCBE5F0CFB4376F3"/>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CF0130"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77777777" w:rsidR="00705773" w:rsidRDefault="0066511C" w:rsidP="00177B2A">
            <w:pPr>
              <w:jc w:val="both"/>
              <w:rPr>
                <w:sz w:val="24"/>
                <w:szCs w:val="24"/>
              </w:rPr>
            </w:pPr>
            <w:r>
              <w:rPr>
                <w:sz w:val="24"/>
                <w:szCs w:val="24"/>
              </w:rPr>
              <w:t xml:space="preserve">Sagadi küla, </w:t>
            </w:r>
            <w:r w:rsidR="00C74515">
              <w:rPr>
                <w:sz w:val="24"/>
                <w:szCs w:val="24"/>
              </w:rPr>
              <w:t xml:space="preserve">Haljala </w:t>
            </w:r>
            <w:r>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3D3C85"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3D3C85"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45FB1468" w14:textId="77777777" w:rsidR="00E8773A" w:rsidRPr="0050772E" w:rsidRDefault="00E8773A" w:rsidP="00E8773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4" w:name="_Hlk126332553"/>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555B02972E904F879E9595CEE8529878"/>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26517329886143F8A3D9DE7F5991DF70"/>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bookmarkEnd w:id="4"/>
    </w:p>
    <w:p w14:paraId="4C4AA981" w14:textId="77777777" w:rsidR="00E8773A" w:rsidRPr="00FE2065" w:rsidRDefault="00E8773A" w:rsidP="00E8773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67559DE4" w14:textId="77777777" w:rsidR="00E8773A" w:rsidRPr="00FE2065" w:rsidRDefault="00E8773A" w:rsidP="00E8773A">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5A972079" w14:textId="77777777" w:rsidR="00E8773A" w:rsidRPr="00FE2065" w:rsidRDefault="00E8773A" w:rsidP="00E8773A">
      <w:pPr>
        <w:spacing w:after="0" w:line="240" w:lineRule="auto"/>
        <w:jc w:val="both"/>
        <w:rPr>
          <w:rFonts w:ascii="Times New Roman" w:hAnsi="Times New Roman" w:cs="Times New Roman"/>
          <w:sz w:val="24"/>
          <w:szCs w:val="24"/>
        </w:rPr>
      </w:pPr>
    </w:p>
    <w:p w14:paraId="72C5AA54" w14:textId="77777777" w:rsidR="00E8773A" w:rsidRPr="00FE2065" w:rsidRDefault="00E8773A" w:rsidP="00E8773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E36A8FBC257F43CE8AD90CFD44AD0862"/>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D1D610EC861F4482ACA78A837236FD29"/>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42459B2" w14:textId="77777777" w:rsidR="00E8773A" w:rsidRPr="00FE2065" w:rsidRDefault="00E8773A" w:rsidP="00E8773A">
      <w:pPr>
        <w:spacing w:after="0" w:line="240" w:lineRule="auto"/>
        <w:jc w:val="both"/>
        <w:rPr>
          <w:rFonts w:ascii="Times New Roman" w:hAnsi="Times New Roman" w:cs="Times New Roman"/>
          <w:b/>
          <w:color w:val="000000" w:themeColor="text1"/>
          <w:sz w:val="24"/>
          <w:szCs w:val="24"/>
        </w:rPr>
      </w:pPr>
    </w:p>
    <w:p w14:paraId="2191BAD6" w14:textId="77777777" w:rsidR="00E8773A" w:rsidRPr="00FE2065" w:rsidRDefault="00E8773A" w:rsidP="00E8773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6EB96DEB" w14:textId="77777777" w:rsidR="00E8773A" w:rsidRPr="00FE2065" w:rsidRDefault="00E8773A" w:rsidP="00E8773A">
      <w:pPr>
        <w:spacing w:after="0" w:line="240" w:lineRule="auto"/>
        <w:jc w:val="both"/>
        <w:rPr>
          <w:rFonts w:ascii="Times New Roman" w:hAnsi="Times New Roman" w:cs="Times New Roman"/>
          <w:sz w:val="24"/>
          <w:szCs w:val="24"/>
        </w:rPr>
      </w:pPr>
    </w:p>
    <w:p w14:paraId="5ABAC9D4" w14:textId="77777777" w:rsidR="00E8773A" w:rsidRDefault="00E8773A" w:rsidP="00E8773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ADDB4CA"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366D7D01"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21615E1D"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2F6454B4"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p>
    <w:p w14:paraId="371252E2" w14:textId="77777777" w:rsidR="00E8773A" w:rsidRDefault="00E8773A" w:rsidP="00E8773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55028B9B"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DB29B8A"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2805DBFE"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03D57778"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2F54E20E"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670F40C"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F5CB5"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p>
    <w:p w14:paraId="7DA45841" w14:textId="77777777" w:rsidR="00E8773A" w:rsidRDefault="00E8773A" w:rsidP="00E8773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24DAA0EA"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725BE8AD"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4AFA337A"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7B95A842"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3764DD1F"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3383AC87"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5D7E8EB5"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5B35A386"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p>
    <w:p w14:paraId="5DFB1F81" w14:textId="77777777" w:rsidR="00E8773A" w:rsidRDefault="00E8773A" w:rsidP="00E8773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05F479F3"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0EF709D7" w14:textId="77777777" w:rsidR="00E8773A" w:rsidRDefault="00E8773A" w:rsidP="00E8773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3641372D" w14:textId="77777777" w:rsidR="00E8773A" w:rsidRDefault="00E8773A" w:rsidP="00E8773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7EEE8A6B" w14:textId="77777777" w:rsidR="00E8773A" w:rsidRDefault="00E8773A" w:rsidP="00E8773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2041193E" w14:textId="77777777" w:rsidR="00E8773A" w:rsidRDefault="00E8773A" w:rsidP="00E8773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7C72286D" w14:textId="77777777" w:rsidR="00E8773A" w:rsidRDefault="00E8773A" w:rsidP="00E8773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4285D3AF"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2316C49B"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3B813498"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6CB6D3B"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p>
    <w:p w14:paraId="252A4B40" w14:textId="77777777" w:rsidR="00E8773A" w:rsidRDefault="00E8773A" w:rsidP="00E8773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62958F6B"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1EABEC6A"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4499719A"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4DA80BA5" w14:textId="77777777" w:rsidR="00E8773A" w:rsidRDefault="00E8773A" w:rsidP="00E8773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2D38598" w14:textId="77777777" w:rsidR="00E8773A" w:rsidRDefault="00E8773A" w:rsidP="00E8773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47B8EB17" w14:textId="77777777" w:rsidR="00E8773A" w:rsidRDefault="00E8773A" w:rsidP="00E8773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1C1FA727"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055C35D3"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3D898B09"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60A7B8A0"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D62C298"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p>
    <w:p w14:paraId="70D00D58" w14:textId="77777777" w:rsidR="00E8773A" w:rsidRDefault="00E8773A" w:rsidP="00E8773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789CD7C9"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0F2CBC"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453405BC" w14:textId="77777777" w:rsidR="00E8773A" w:rsidRDefault="00E8773A" w:rsidP="00E8773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77CCC42D" w14:textId="77777777" w:rsidR="00E8773A" w:rsidRPr="00FE2065" w:rsidRDefault="00E8773A" w:rsidP="00E8773A">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058EEC1C" w14:textId="77777777" w:rsidR="00E8773A" w:rsidRDefault="00E8773A" w:rsidP="00E8773A">
      <w:pPr>
        <w:spacing w:after="0" w:line="240" w:lineRule="auto"/>
        <w:jc w:val="both"/>
        <w:outlineLvl w:val="0"/>
        <w:rPr>
          <w:rFonts w:ascii="Times New Roman" w:hAnsi="Times New Roman" w:cs="Times New Roman"/>
          <w:b/>
          <w:sz w:val="24"/>
          <w:szCs w:val="24"/>
        </w:rPr>
      </w:pPr>
    </w:p>
    <w:p w14:paraId="5704A817" w14:textId="77777777" w:rsidR="00E8773A" w:rsidRPr="00FE2065" w:rsidRDefault="00E8773A" w:rsidP="00E8773A">
      <w:pPr>
        <w:spacing w:after="0" w:line="240" w:lineRule="auto"/>
        <w:jc w:val="both"/>
        <w:outlineLvl w:val="0"/>
        <w:rPr>
          <w:rFonts w:ascii="Times New Roman" w:hAnsi="Times New Roman" w:cs="Times New Roman"/>
          <w:b/>
          <w:sz w:val="24"/>
          <w:szCs w:val="24"/>
        </w:rPr>
      </w:pPr>
    </w:p>
    <w:p w14:paraId="68B163DA" w14:textId="77777777" w:rsidR="00E8773A" w:rsidRPr="00FE2065" w:rsidRDefault="00E8773A" w:rsidP="00E8773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785098CE" w14:textId="77777777" w:rsidR="00E8773A" w:rsidRPr="00FE2065" w:rsidRDefault="00E8773A" w:rsidP="00E8773A">
      <w:pPr>
        <w:spacing w:after="0" w:line="240" w:lineRule="auto"/>
        <w:jc w:val="both"/>
        <w:rPr>
          <w:rFonts w:ascii="Times New Roman" w:hAnsi="Times New Roman" w:cs="Times New Roman"/>
          <w:sz w:val="24"/>
          <w:szCs w:val="24"/>
        </w:rPr>
      </w:pPr>
    </w:p>
    <w:p w14:paraId="47030548" w14:textId="77777777" w:rsidR="00E8773A" w:rsidRPr="00FE2065" w:rsidRDefault="00E8773A" w:rsidP="00E8773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E8773A" w14:paraId="67611285" w14:textId="77777777" w:rsidTr="00C34490">
        <w:tc>
          <w:tcPr>
            <w:tcW w:w="4606" w:type="dxa"/>
          </w:tcPr>
          <w:p w14:paraId="59EE6B1A" w14:textId="77777777" w:rsidR="00E8773A" w:rsidRDefault="00E8773A" w:rsidP="00C34490">
            <w:pPr>
              <w:jc w:val="both"/>
            </w:pPr>
          </w:p>
        </w:tc>
        <w:tc>
          <w:tcPr>
            <w:tcW w:w="4606" w:type="dxa"/>
          </w:tcPr>
          <w:p w14:paraId="2A8FBD62" w14:textId="77777777" w:rsidR="00E8773A" w:rsidRDefault="00E8773A" w:rsidP="00C34490">
            <w:pPr>
              <w:jc w:val="both"/>
            </w:pPr>
          </w:p>
        </w:tc>
      </w:tr>
      <w:tr w:rsidR="00E8773A" w14:paraId="2CA1096E" w14:textId="77777777" w:rsidTr="00C34490">
        <w:tc>
          <w:tcPr>
            <w:tcW w:w="4606" w:type="dxa"/>
          </w:tcPr>
          <w:p w14:paraId="121061D2" w14:textId="77777777" w:rsidR="00E8773A" w:rsidRPr="002C6717" w:rsidRDefault="003D3C85" w:rsidP="00C34490">
            <w:pPr>
              <w:jc w:val="both"/>
              <w:rPr>
                <w:sz w:val="24"/>
                <w:szCs w:val="24"/>
              </w:rPr>
            </w:pPr>
            <w:sdt>
              <w:sdtPr>
                <w:rPr>
                  <w:sz w:val="24"/>
                  <w:szCs w:val="24"/>
                </w:rPr>
                <w:id w:val="1096833988"/>
                <w:placeholder>
                  <w:docPart w:val="C52D07BA50E748DF99B564CA35B619AD"/>
                </w:placeholder>
                <w:comboBox>
                  <w:listItem w:displayText=" " w:value=" "/>
                  <w:listItem w:displayText="(allkirjastatud digitaalselt)" w:value="(allkirjastatud digitaalselt)"/>
                </w:comboBox>
              </w:sdtPr>
              <w:sdtEndPr/>
              <w:sdtContent>
                <w:r w:rsidR="00E8773A">
                  <w:rPr>
                    <w:sz w:val="24"/>
                    <w:szCs w:val="24"/>
                  </w:rPr>
                  <w:t>(allkirjastatud digitaalselt)</w:t>
                </w:r>
              </w:sdtContent>
            </w:sdt>
          </w:p>
        </w:tc>
        <w:tc>
          <w:tcPr>
            <w:tcW w:w="4606" w:type="dxa"/>
          </w:tcPr>
          <w:p w14:paraId="19855F2D" w14:textId="77777777" w:rsidR="00E8773A" w:rsidRPr="002C6717" w:rsidRDefault="003D3C85" w:rsidP="00C34490">
            <w:pPr>
              <w:jc w:val="both"/>
              <w:rPr>
                <w:sz w:val="24"/>
                <w:szCs w:val="24"/>
              </w:rPr>
            </w:pPr>
            <w:sdt>
              <w:sdtPr>
                <w:rPr>
                  <w:sz w:val="24"/>
                  <w:szCs w:val="24"/>
                </w:rPr>
                <w:id w:val="-992566896"/>
                <w:placeholder>
                  <w:docPart w:val="AE1E84AB633148B6AC04A8E49A5D08BA"/>
                </w:placeholder>
                <w:comboBox>
                  <w:listItem w:displayText=" " w:value=" "/>
                  <w:listItem w:displayText="(allkirjastatud digitaalselt)" w:value="(allkirjastatud digitaalselt)"/>
                </w:comboBox>
              </w:sdtPr>
              <w:sdtEndPr/>
              <w:sdtContent>
                <w:r w:rsidR="00E8773A">
                  <w:rPr>
                    <w:sz w:val="24"/>
                    <w:szCs w:val="24"/>
                  </w:rPr>
                  <w:t>(allkirjastatud digitaalselt)</w:t>
                </w:r>
              </w:sdtContent>
            </w:sdt>
          </w:p>
        </w:tc>
      </w:tr>
      <w:tr w:rsidR="00E8773A" w14:paraId="2D7A037C" w14:textId="77777777" w:rsidTr="00C34490">
        <w:tc>
          <w:tcPr>
            <w:tcW w:w="4606" w:type="dxa"/>
          </w:tcPr>
          <w:p w14:paraId="38F390C3" w14:textId="77777777" w:rsidR="00E8773A" w:rsidRPr="002C6717" w:rsidRDefault="00E8773A" w:rsidP="00C34490">
            <w:pPr>
              <w:jc w:val="both"/>
              <w:rPr>
                <w:sz w:val="24"/>
                <w:szCs w:val="24"/>
              </w:rPr>
            </w:pPr>
          </w:p>
        </w:tc>
        <w:tc>
          <w:tcPr>
            <w:tcW w:w="4606" w:type="dxa"/>
          </w:tcPr>
          <w:p w14:paraId="73054D79" w14:textId="77777777" w:rsidR="00E8773A" w:rsidRPr="002C6717" w:rsidRDefault="00E8773A" w:rsidP="00C34490">
            <w:pPr>
              <w:jc w:val="both"/>
              <w:rPr>
                <w:sz w:val="24"/>
                <w:szCs w:val="24"/>
              </w:rPr>
            </w:pPr>
          </w:p>
        </w:tc>
      </w:tr>
      <w:tr w:rsidR="00E8773A" w14:paraId="49A63538" w14:textId="77777777" w:rsidTr="00C34490">
        <w:tc>
          <w:tcPr>
            <w:tcW w:w="4606" w:type="dxa"/>
          </w:tcPr>
          <w:p w14:paraId="3CE46E82" w14:textId="77777777" w:rsidR="00E8773A" w:rsidRPr="002C6717" w:rsidRDefault="00E8773A" w:rsidP="00C34490">
            <w:pPr>
              <w:jc w:val="both"/>
              <w:rPr>
                <w:sz w:val="24"/>
                <w:szCs w:val="24"/>
              </w:rPr>
            </w:pPr>
            <w:r w:rsidRPr="00240C3D">
              <w:rPr>
                <w:sz w:val="24"/>
                <w:szCs w:val="24"/>
                <w:lang w:eastAsia="en-US"/>
              </w:rPr>
              <w:t>Margus Reimann</w:t>
            </w:r>
          </w:p>
        </w:tc>
        <w:tc>
          <w:tcPr>
            <w:tcW w:w="4606" w:type="dxa"/>
          </w:tcPr>
          <w:p w14:paraId="22704F7D" w14:textId="77777777" w:rsidR="00E8773A" w:rsidRPr="002C6717" w:rsidRDefault="00E8773A" w:rsidP="00C34490">
            <w:pPr>
              <w:jc w:val="both"/>
              <w:rPr>
                <w:sz w:val="24"/>
                <w:szCs w:val="24"/>
              </w:rPr>
            </w:pPr>
            <w:r>
              <w:rPr>
                <w:sz w:val="24"/>
                <w:szCs w:val="24"/>
              </w:rPr>
              <w:t>……………………..</w:t>
            </w:r>
          </w:p>
        </w:tc>
      </w:tr>
    </w:tbl>
    <w:p w14:paraId="085471C6" w14:textId="77777777" w:rsidR="00E8773A" w:rsidRDefault="00E8773A" w:rsidP="00E8773A">
      <w:pPr>
        <w:rPr>
          <w:rFonts w:ascii="Times New Roman" w:hAnsi="Times New Roman" w:cs="Times New Roman"/>
          <w:sz w:val="24"/>
          <w:szCs w:val="24"/>
        </w:rPr>
      </w:pPr>
      <w:r>
        <w:rPr>
          <w:rFonts w:ascii="Times New Roman" w:hAnsi="Times New Roman" w:cs="Times New Roman"/>
          <w:sz w:val="24"/>
          <w:szCs w:val="24"/>
        </w:rPr>
        <w:br w:type="page"/>
      </w:r>
    </w:p>
    <w:p w14:paraId="2A9D76E6" w14:textId="77777777" w:rsidR="00E8773A" w:rsidRPr="0050772E" w:rsidRDefault="00E8773A" w:rsidP="00E8773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7DCEFFA4073B46E1B067F1F89EE3AB4D"/>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70B7542A64BC41439F4F3A14E1201556"/>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p>
    <w:p w14:paraId="75E71158" w14:textId="77777777" w:rsidR="00E8773A" w:rsidRPr="003F3A57" w:rsidRDefault="00E8773A" w:rsidP="00E8773A">
      <w:pPr>
        <w:spacing w:after="0" w:line="360" w:lineRule="auto"/>
        <w:jc w:val="both"/>
        <w:rPr>
          <w:rFonts w:ascii="Times New Roman" w:eastAsia="Calibri" w:hAnsi="Times New Roman" w:cs="Times New Roman"/>
          <w:color w:val="000000"/>
          <w:sz w:val="24"/>
        </w:rPr>
      </w:pPr>
    </w:p>
    <w:p w14:paraId="3C915B39" w14:textId="77777777" w:rsidR="00E8773A" w:rsidRPr="003F3A57" w:rsidRDefault="00E8773A" w:rsidP="00E8773A">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2F657618" w14:textId="77777777" w:rsidR="00E8773A" w:rsidRDefault="00E8773A" w:rsidP="00E8773A">
      <w:pPr>
        <w:spacing w:after="0" w:line="360" w:lineRule="auto"/>
        <w:jc w:val="both"/>
        <w:rPr>
          <w:rFonts w:ascii="Times New Roman" w:eastAsia="Calibri" w:hAnsi="Times New Roman" w:cs="Times New Roman"/>
          <w:color w:val="000000"/>
          <w:sz w:val="24"/>
        </w:rPr>
      </w:pPr>
    </w:p>
    <w:p w14:paraId="62704F22" w14:textId="77777777" w:rsidR="00E8773A" w:rsidRPr="003F3A57" w:rsidRDefault="00E8773A" w:rsidP="00E8773A">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0998B215" w14:textId="77777777" w:rsidR="00E8773A" w:rsidRPr="003F3A57" w:rsidRDefault="00E8773A" w:rsidP="00E8773A">
      <w:pPr>
        <w:spacing w:after="0" w:line="360" w:lineRule="auto"/>
        <w:jc w:val="both"/>
        <w:rPr>
          <w:rFonts w:ascii="Times New Roman" w:eastAsia="Calibri" w:hAnsi="Times New Roman" w:cs="Times New Roman"/>
          <w:color w:val="000000"/>
          <w:sz w:val="24"/>
        </w:rPr>
      </w:pPr>
    </w:p>
    <w:p w14:paraId="41F4843B" w14:textId="77777777" w:rsidR="00E8773A" w:rsidRPr="003F3A57" w:rsidRDefault="00E8773A" w:rsidP="00E8773A">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5C81928A" w14:textId="77777777" w:rsidR="00E8773A" w:rsidRPr="003F3A57" w:rsidRDefault="00E8773A" w:rsidP="00E8773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71DFA06E" w14:textId="77777777" w:rsidR="00E8773A" w:rsidRPr="003F3A57" w:rsidRDefault="00E8773A" w:rsidP="00E8773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5" w:name="_Hlk126332194"/>
      <w:sdt>
        <w:sdtPr>
          <w:rPr>
            <w:rFonts w:ascii="Times New Roman" w:eastAsia="Calibri" w:hAnsi="Times New Roman" w:cs="Times New Roman"/>
            <w:b/>
            <w:bCs/>
            <w:color w:val="000000"/>
            <w:sz w:val="24"/>
          </w:rPr>
          <w:alias w:val="Company"/>
          <w:tag w:val=""/>
          <w:id w:val="-2000023443"/>
          <w:placeholder>
            <w:docPart w:val="ED40AC67F7CC42ABBEBF5583D37002A2"/>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5"/>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2B1A962C" w14:textId="77777777" w:rsidR="00E8773A" w:rsidRPr="003F3A57" w:rsidRDefault="00E8773A" w:rsidP="00E8773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5FFD35A" w14:textId="77777777" w:rsidR="00E8773A" w:rsidRPr="003F3A57" w:rsidRDefault="00E8773A" w:rsidP="00E8773A">
      <w:pPr>
        <w:spacing w:after="240" w:line="240" w:lineRule="auto"/>
        <w:ind w:left="-6"/>
        <w:jc w:val="both"/>
        <w:rPr>
          <w:rFonts w:ascii="Times New Roman" w:eastAsia="Calibri" w:hAnsi="Times New Roman" w:cs="Times New Roman"/>
          <w:color w:val="000000"/>
          <w:sz w:val="24"/>
        </w:rPr>
      </w:pPr>
    </w:p>
    <w:p w14:paraId="325BF478" w14:textId="77777777" w:rsidR="00E8773A" w:rsidRPr="003F3A57" w:rsidRDefault="00E8773A" w:rsidP="00E8773A">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0CBE7218" w14:textId="77777777" w:rsidR="00E8773A" w:rsidRPr="003F3A57" w:rsidRDefault="00E8773A" w:rsidP="00E8773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012BB5AD" w14:textId="77777777" w:rsidR="00E8773A" w:rsidRPr="003F3A57" w:rsidRDefault="00E8773A" w:rsidP="00E8773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4E54EBF" w14:textId="77777777" w:rsidR="00E8773A" w:rsidRPr="003F3A57" w:rsidRDefault="00E8773A" w:rsidP="00E8773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6C0A9EE5" w14:textId="77777777" w:rsidR="00E8773A" w:rsidRPr="003F3A57" w:rsidRDefault="00E8773A" w:rsidP="00E8773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6E7EB4A7" w14:textId="77777777" w:rsidR="00E8773A" w:rsidRPr="003F3A57" w:rsidRDefault="00E8773A" w:rsidP="00E8773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0DE55632" w14:textId="77777777" w:rsidR="00E8773A" w:rsidRPr="003F3A57" w:rsidRDefault="00E8773A" w:rsidP="00E8773A">
      <w:pPr>
        <w:spacing w:after="240" w:line="240" w:lineRule="auto"/>
        <w:ind w:left="-6"/>
        <w:jc w:val="both"/>
        <w:rPr>
          <w:rFonts w:ascii="Times New Roman" w:eastAsia="Calibri" w:hAnsi="Times New Roman" w:cs="Times New Roman"/>
          <w:color w:val="000000"/>
          <w:sz w:val="24"/>
        </w:rPr>
      </w:pPr>
    </w:p>
    <w:p w14:paraId="32286274" w14:textId="77777777" w:rsidR="00E8773A" w:rsidRPr="003F3A57" w:rsidRDefault="00E8773A" w:rsidP="00E8773A">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Andmete töötlemine</w:t>
      </w:r>
    </w:p>
    <w:p w14:paraId="5255CF03" w14:textId="77777777" w:rsidR="00E8773A" w:rsidRPr="003F3A57" w:rsidRDefault="00E8773A" w:rsidP="00E8773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40F37BE2" w14:textId="77777777" w:rsidR="00E8773A" w:rsidRPr="003F3A57" w:rsidRDefault="00E8773A" w:rsidP="00E8773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57E4661E" w14:textId="77777777" w:rsidR="00E8773A" w:rsidRPr="003F3A57" w:rsidRDefault="00E8773A" w:rsidP="00E8773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702E5EA5" w14:textId="77777777" w:rsidR="00E8773A" w:rsidRPr="003F3A57" w:rsidRDefault="00E8773A" w:rsidP="00E8773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3DF1C04D" w14:textId="77777777" w:rsidR="00E8773A" w:rsidRPr="003F3A57" w:rsidRDefault="00E8773A" w:rsidP="00E8773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7E6B1439" w14:textId="77777777" w:rsidR="00E8773A" w:rsidRPr="003F3A57" w:rsidRDefault="00E8773A" w:rsidP="00E8773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6CF3CF22" w14:textId="77777777" w:rsidR="00E8773A" w:rsidRPr="003F3A57" w:rsidRDefault="00E8773A" w:rsidP="00E8773A">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605E3214" w14:textId="77777777" w:rsidR="00E8773A" w:rsidRPr="003F3A57" w:rsidRDefault="00E8773A" w:rsidP="00E8773A">
      <w:pPr>
        <w:spacing w:after="240" w:line="240" w:lineRule="auto"/>
        <w:jc w:val="both"/>
        <w:rPr>
          <w:rFonts w:ascii="Times New Roman" w:eastAsia="Calibri" w:hAnsi="Times New Roman" w:cs="Times New Roman"/>
          <w:color w:val="000000"/>
          <w:sz w:val="24"/>
        </w:rPr>
      </w:pPr>
    </w:p>
    <w:p w14:paraId="18B4044E" w14:textId="77777777" w:rsidR="00E8773A" w:rsidRPr="003F3A57" w:rsidRDefault="00E8773A" w:rsidP="00E8773A">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D15F269" w14:textId="77777777" w:rsidR="00E8773A" w:rsidRPr="003F3A57" w:rsidRDefault="00E8773A" w:rsidP="00E8773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5E018A52" w14:textId="77777777" w:rsidR="00E8773A" w:rsidRPr="003F3A57" w:rsidRDefault="00E8773A" w:rsidP="00E8773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7C24665E" w14:textId="77777777" w:rsidR="00E8773A" w:rsidRPr="003F3A57" w:rsidRDefault="00E8773A" w:rsidP="00E8773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1B782AA6" w14:textId="77777777" w:rsidR="00E8773A" w:rsidRPr="003F3A57" w:rsidRDefault="00E8773A" w:rsidP="00E8773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6C08D794" w14:textId="77777777" w:rsidR="00E8773A" w:rsidRPr="003F3A57" w:rsidRDefault="00E8773A" w:rsidP="00E8773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2A43283A" w14:textId="77777777" w:rsidR="00E8773A" w:rsidRPr="003F3A57" w:rsidRDefault="00E8773A" w:rsidP="00E8773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6D6AFC6E" w14:textId="77777777" w:rsidR="00E8773A" w:rsidRPr="003F3A57" w:rsidRDefault="00E8773A" w:rsidP="00E8773A">
      <w:pPr>
        <w:spacing w:after="240" w:line="240" w:lineRule="auto"/>
        <w:ind w:left="-6"/>
        <w:jc w:val="both"/>
        <w:rPr>
          <w:rFonts w:ascii="Times New Roman" w:eastAsia="Calibri" w:hAnsi="Times New Roman" w:cs="Times New Roman"/>
          <w:color w:val="000000"/>
          <w:sz w:val="24"/>
        </w:rPr>
      </w:pPr>
    </w:p>
    <w:p w14:paraId="3C62ED1D" w14:textId="77777777" w:rsidR="00E8773A" w:rsidRPr="003F3A57" w:rsidRDefault="00E8773A" w:rsidP="00E8773A">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3A2F53C4" w14:textId="77777777" w:rsidR="00E8773A" w:rsidRPr="003F3A57" w:rsidRDefault="00E8773A" w:rsidP="00E8773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44AD6510" w14:textId="77777777" w:rsidR="00E8773A" w:rsidRPr="003F3A57" w:rsidRDefault="00E8773A" w:rsidP="00E8773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4B0AEF01" w14:textId="77777777" w:rsidR="00E8773A" w:rsidRPr="003F3A57" w:rsidRDefault="00E8773A" w:rsidP="00E8773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7D7FCB2E" w14:textId="77777777" w:rsidR="00E8773A" w:rsidRPr="003F3A57" w:rsidRDefault="00E8773A" w:rsidP="00E8773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2AA2B167" w14:textId="77777777" w:rsidR="00E8773A" w:rsidRPr="003F3A57" w:rsidRDefault="00E8773A" w:rsidP="00E8773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3E7C827A" w14:textId="77777777" w:rsidR="00E8773A" w:rsidRPr="003F3A57" w:rsidRDefault="00E8773A" w:rsidP="00E8773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49A655CA" w14:textId="77777777" w:rsidR="00E8773A" w:rsidRPr="003F3A57" w:rsidRDefault="00E8773A" w:rsidP="00E8773A">
      <w:pPr>
        <w:shd w:val="clear" w:color="auto" w:fill="FFFFFF"/>
        <w:spacing w:after="60" w:line="276" w:lineRule="auto"/>
        <w:jc w:val="both"/>
        <w:rPr>
          <w:rFonts w:ascii="Times New Roman" w:eastAsia="Calibri" w:hAnsi="Times New Roman" w:cs="Times New Roman"/>
          <w:b/>
          <w:color w:val="000000"/>
          <w:sz w:val="24"/>
        </w:rPr>
      </w:pPr>
    </w:p>
    <w:p w14:paraId="0D360D90" w14:textId="77777777" w:rsidR="00E8773A" w:rsidRPr="003F3A57" w:rsidRDefault="00E8773A" w:rsidP="00E8773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6DB3055B" w14:textId="77777777" w:rsidR="00E8773A" w:rsidRPr="003F3A57" w:rsidRDefault="00E8773A" w:rsidP="00E8773A">
      <w:pPr>
        <w:shd w:val="clear" w:color="auto" w:fill="FFFFFF"/>
        <w:spacing w:after="60" w:line="276" w:lineRule="auto"/>
        <w:jc w:val="both"/>
        <w:rPr>
          <w:rFonts w:ascii="Times New Roman" w:eastAsia="Calibri" w:hAnsi="Times New Roman" w:cs="Times New Roman"/>
          <w:b/>
          <w:color w:val="000000"/>
          <w:sz w:val="24"/>
        </w:rPr>
      </w:pPr>
    </w:p>
    <w:p w14:paraId="07E16F2B" w14:textId="77777777" w:rsidR="00E8773A" w:rsidRPr="003F3A57" w:rsidRDefault="00E8773A" w:rsidP="00E8773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7288E1" w14:textId="77777777" w:rsidR="00E8773A" w:rsidRPr="003F3A57" w:rsidRDefault="00E8773A" w:rsidP="00E8773A">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083D0564F24C46EBB224543BC06CF55C"/>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3AFA0BC9" w14:textId="77777777" w:rsidR="00E8773A" w:rsidRPr="003F3A57" w:rsidRDefault="00E8773A" w:rsidP="00E8773A">
      <w:pPr>
        <w:spacing w:after="0" w:line="360" w:lineRule="auto"/>
        <w:jc w:val="both"/>
        <w:rPr>
          <w:rFonts w:ascii="Times New Roman" w:eastAsia="Calibri" w:hAnsi="Times New Roman" w:cs="Times New Roman"/>
          <w:color w:val="000000"/>
          <w:sz w:val="24"/>
        </w:rPr>
      </w:pPr>
    </w:p>
    <w:p w14:paraId="25A2F52A" w14:textId="77777777" w:rsidR="00E8773A" w:rsidRPr="003F3A57" w:rsidRDefault="003D3C85" w:rsidP="00E8773A">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6AB20E86FBD54370888598152F4742DF"/>
          </w:placeholder>
          <w:comboBox>
            <w:listItem w:displayText=" " w:value=" "/>
            <w:listItem w:displayText="(allkirjastatud digitaalselt)" w:value="(allkirjastatud digitaalselt)"/>
          </w:comboBox>
        </w:sdtPr>
        <w:sdtEndPr/>
        <w:sdtContent>
          <w:r w:rsidR="00E8773A">
            <w:rPr>
              <w:rFonts w:ascii="Times New Roman" w:eastAsia="Calibri" w:hAnsi="Times New Roman" w:cs="Times New Roman"/>
              <w:b/>
              <w:color w:val="000000"/>
              <w:sz w:val="24"/>
            </w:rPr>
            <w:t>(allkirjastatud digitaalselt)</w:t>
          </w:r>
        </w:sdtContent>
      </w:sdt>
      <w:r w:rsidR="00E8773A" w:rsidRPr="003F3A57">
        <w:rPr>
          <w:rFonts w:ascii="Times New Roman" w:eastAsia="Calibri" w:hAnsi="Times New Roman" w:cs="Times New Roman"/>
          <w:b/>
          <w:color w:val="000000"/>
          <w:sz w:val="24"/>
        </w:rPr>
        <w:tab/>
      </w:r>
      <w:r w:rsidR="00E8773A" w:rsidRPr="003F3A57">
        <w:rPr>
          <w:rFonts w:ascii="Times New Roman" w:eastAsia="Calibri" w:hAnsi="Times New Roman" w:cs="Times New Roman"/>
          <w:b/>
          <w:color w:val="000000"/>
          <w:sz w:val="24"/>
        </w:rPr>
        <w:tab/>
      </w:r>
      <w:r w:rsidR="00E8773A" w:rsidRPr="003F3A57">
        <w:rPr>
          <w:rFonts w:ascii="Times New Roman" w:eastAsia="Calibri" w:hAnsi="Times New Roman" w:cs="Times New Roman"/>
          <w:b/>
          <w:color w:val="000000"/>
          <w:sz w:val="24"/>
        </w:rPr>
        <w:tab/>
      </w:r>
      <w:r w:rsidR="00E8773A"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3DFBCEE8EBD8490CB77CE2DE0D9562B7"/>
          </w:placeholder>
          <w:comboBox>
            <w:listItem w:displayText=" " w:value=" "/>
            <w:listItem w:displayText="(allkirjastatud digitaalselt)" w:value="(allkirjastatud digitaalselt)"/>
          </w:comboBox>
        </w:sdtPr>
        <w:sdtEndPr/>
        <w:sdtContent>
          <w:r w:rsidR="00E8773A">
            <w:rPr>
              <w:rFonts w:ascii="Times New Roman" w:eastAsia="Calibri" w:hAnsi="Times New Roman" w:cs="Times New Roman"/>
              <w:b/>
              <w:color w:val="000000"/>
              <w:sz w:val="24"/>
            </w:rPr>
            <w:t>(allkirjastatud digitaalselt)</w:t>
          </w:r>
        </w:sdtContent>
      </w:sdt>
      <w:r w:rsidR="00E8773A" w:rsidRPr="003F3A57">
        <w:rPr>
          <w:rFonts w:ascii="Times New Roman" w:eastAsia="Calibri" w:hAnsi="Times New Roman" w:cs="Times New Roman"/>
          <w:b/>
          <w:color w:val="000000"/>
          <w:sz w:val="24"/>
        </w:rPr>
        <w:tab/>
      </w:r>
    </w:p>
    <w:p w14:paraId="77A4093F" w14:textId="77777777" w:rsidR="00E8773A" w:rsidRPr="003F3A57" w:rsidRDefault="00E8773A" w:rsidP="00E8773A">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E8773A" w14:paraId="06FEC3F9" w14:textId="77777777" w:rsidTr="00C34490">
        <w:tc>
          <w:tcPr>
            <w:tcW w:w="4822" w:type="dxa"/>
          </w:tcPr>
          <w:p w14:paraId="6B03B08B" w14:textId="77777777" w:rsidR="00E8773A" w:rsidRPr="00FE2065" w:rsidRDefault="00E8773A" w:rsidP="00C34490">
            <w:pPr>
              <w:jc w:val="both"/>
              <w:rPr>
                <w:sz w:val="24"/>
                <w:szCs w:val="24"/>
              </w:rPr>
            </w:pPr>
            <w:r w:rsidRPr="00240C3D">
              <w:rPr>
                <w:sz w:val="24"/>
                <w:szCs w:val="24"/>
                <w:lang w:eastAsia="en-US"/>
              </w:rPr>
              <w:t>Margus Reimann</w:t>
            </w:r>
          </w:p>
        </w:tc>
        <w:tc>
          <w:tcPr>
            <w:tcW w:w="4250" w:type="dxa"/>
          </w:tcPr>
          <w:p w14:paraId="0798ABAD" w14:textId="77777777" w:rsidR="00E8773A" w:rsidRPr="00FE2065" w:rsidRDefault="00E8773A" w:rsidP="00C34490">
            <w:pPr>
              <w:jc w:val="both"/>
              <w:rPr>
                <w:sz w:val="24"/>
                <w:szCs w:val="24"/>
              </w:rPr>
            </w:pPr>
            <w:r>
              <w:rPr>
                <w:sz w:val="24"/>
                <w:szCs w:val="24"/>
              </w:rPr>
              <w:t>………………</w:t>
            </w:r>
          </w:p>
        </w:tc>
      </w:tr>
    </w:tbl>
    <w:p w14:paraId="76B0DCCE" w14:textId="77777777" w:rsidR="00E8773A" w:rsidRPr="00FE2065" w:rsidRDefault="00E8773A" w:rsidP="00E8773A">
      <w:pPr>
        <w:rPr>
          <w:rFonts w:ascii="Times New Roman" w:hAnsi="Times New Roman" w:cs="Times New Roman"/>
          <w:sz w:val="24"/>
          <w:szCs w:val="24"/>
        </w:rPr>
      </w:pPr>
    </w:p>
    <w:p w14:paraId="7A13B142" w14:textId="77777777" w:rsidR="00E8773A" w:rsidRDefault="00E8773A" w:rsidP="00E8773A">
      <w:r>
        <w:br w:type="page"/>
      </w:r>
    </w:p>
    <w:p w14:paraId="60843CDE" w14:textId="77777777" w:rsidR="00E8773A" w:rsidRPr="0050772E" w:rsidRDefault="00E8773A" w:rsidP="00E8773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3</w:t>
      </w:r>
      <w:r>
        <w:rPr>
          <w:rFonts w:ascii="Times New Roman" w:hAnsi="Times New Roman" w:cs="Times New Roman"/>
          <w:sz w:val="20"/>
          <w:szCs w:val="20"/>
        </w:rPr>
        <w:br/>
      </w:r>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ECC78643E0F41E9A2092D404DB838B5"/>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A0CAA66E285C410290AD5B5CAE9EF6BB"/>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p>
    <w:p w14:paraId="4C1FEF48" w14:textId="77777777" w:rsidR="00E8773A" w:rsidRDefault="00E8773A" w:rsidP="00E8773A"/>
    <w:p w14:paraId="002B86CF" w14:textId="77777777" w:rsidR="00E8773A" w:rsidRPr="00FE2065" w:rsidRDefault="00E8773A" w:rsidP="00E8773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20DF6B06" w14:textId="77777777" w:rsidR="00E8773A" w:rsidRPr="00FE2065" w:rsidRDefault="00E8773A" w:rsidP="00E8773A">
      <w:pPr>
        <w:spacing w:after="0" w:line="240" w:lineRule="auto"/>
        <w:jc w:val="both"/>
        <w:rPr>
          <w:rFonts w:ascii="Times New Roman" w:hAnsi="Times New Roman" w:cs="Times New Roman"/>
          <w:sz w:val="24"/>
          <w:szCs w:val="24"/>
        </w:rPr>
      </w:pPr>
    </w:p>
    <w:p w14:paraId="36198505" w14:textId="77777777" w:rsidR="00E8773A" w:rsidRPr="00FE2065" w:rsidRDefault="00E8773A" w:rsidP="00E8773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E8773A" w14:paraId="7266F358" w14:textId="77777777" w:rsidTr="00C34490">
        <w:tc>
          <w:tcPr>
            <w:tcW w:w="4606" w:type="dxa"/>
          </w:tcPr>
          <w:p w14:paraId="0C10EFC1" w14:textId="77777777" w:rsidR="00E8773A" w:rsidRDefault="00E8773A" w:rsidP="00C34490">
            <w:pPr>
              <w:jc w:val="both"/>
            </w:pPr>
          </w:p>
        </w:tc>
        <w:tc>
          <w:tcPr>
            <w:tcW w:w="4606" w:type="dxa"/>
          </w:tcPr>
          <w:p w14:paraId="00CA77EA" w14:textId="77777777" w:rsidR="00E8773A" w:rsidRDefault="00E8773A" w:rsidP="00C34490">
            <w:pPr>
              <w:jc w:val="both"/>
            </w:pPr>
          </w:p>
        </w:tc>
      </w:tr>
      <w:tr w:rsidR="00E8773A" w14:paraId="586D0455" w14:textId="77777777" w:rsidTr="00C34490">
        <w:tc>
          <w:tcPr>
            <w:tcW w:w="4606" w:type="dxa"/>
          </w:tcPr>
          <w:p w14:paraId="72925EAB" w14:textId="77777777" w:rsidR="00E8773A" w:rsidRPr="002C6717" w:rsidRDefault="003D3C85" w:rsidP="00C34490">
            <w:pPr>
              <w:jc w:val="both"/>
              <w:rPr>
                <w:sz w:val="24"/>
                <w:szCs w:val="24"/>
              </w:rPr>
            </w:pPr>
            <w:sdt>
              <w:sdtPr>
                <w:rPr>
                  <w:sz w:val="24"/>
                  <w:szCs w:val="24"/>
                </w:rPr>
                <w:id w:val="213312335"/>
                <w:placeholder>
                  <w:docPart w:val="3ECB0C3C86234BC8B6CE11DADF245BD6"/>
                </w:placeholder>
                <w:comboBox>
                  <w:listItem w:displayText=" " w:value=" "/>
                  <w:listItem w:displayText="(allkirjastatud digitaalselt)" w:value="(allkirjastatud digitaalselt)"/>
                </w:comboBox>
              </w:sdtPr>
              <w:sdtEndPr/>
              <w:sdtContent>
                <w:r w:rsidR="00E8773A">
                  <w:rPr>
                    <w:sz w:val="24"/>
                    <w:szCs w:val="24"/>
                  </w:rPr>
                  <w:t>(allkirjastatud digitaalselt)</w:t>
                </w:r>
              </w:sdtContent>
            </w:sdt>
          </w:p>
        </w:tc>
        <w:tc>
          <w:tcPr>
            <w:tcW w:w="4606" w:type="dxa"/>
          </w:tcPr>
          <w:p w14:paraId="7446BA7B" w14:textId="77777777" w:rsidR="00E8773A" w:rsidRPr="002C6717" w:rsidRDefault="003D3C85" w:rsidP="00C34490">
            <w:pPr>
              <w:jc w:val="both"/>
              <w:rPr>
                <w:sz w:val="24"/>
                <w:szCs w:val="24"/>
              </w:rPr>
            </w:pPr>
            <w:sdt>
              <w:sdtPr>
                <w:rPr>
                  <w:sz w:val="24"/>
                  <w:szCs w:val="24"/>
                </w:rPr>
                <w:id w:val="-428969617"/>
                <w:placeholder>
                  <w:docPart w:val="D8A5F130E7C44A1E884C618F0F16A549"/>
                </w:placeholder>
                <w:comboBox>
                  <w:listItem w:displayText=" " w:value=" "/>
                  <w:listItem w:displayText="(allkirjastatud digitaalselt)" w:value="(allkirjastatud digitaalselt)"/>
                </w:comboBox>
              </w:sdtPr>
              <w:sdtEndPr/>
              <w:sdtContent>
                <w:r w:rsidR="00E8773A">
                  <w:rPr>
                    <w:sz w:val="24"/>
                    <w:szCs w:val="24"/>
                  </w:rPr>
                  <w:t>(allkirjastatud digitaalselt)</w:t>
                </w:r>
              </w:sdtContent>
            </w:sdt>
          </w:p>
        </w:tc>
      </w:tr>
      <w:tr w:rsidR="00E8773A" w14:paraId="1E156B41" w14:textId="77777777" w:rsidTr="00C34490">
        <w:tc>
          <w:tcPr>
            <w:tcW w:w="4606" w:type="dxa"/>
          </w:tcPr>
          <w:p w14:paraId="694C1043" w14:textId="77777777" w:rsidR="00E8773A" w:rsidRPr="002C6717" w:rsidRDefault="00E8773A" w:rsidP="00C34490">
            <w:pPr>
              <w:jc w:val="both"/>
              <w:rPr>
                <w:sz w:val="24"/>
                <w:szCs w:val="24"/>
              </w:rPr>
            </w:pPr>
          </w:p>
        </w:tc>
        <w:tc>
          <w:tcPr>
            <w:tcW w:w="4606" w:type="dxa"/>
          </w:tcPr>
          <w:p w14:paraId="2618BCF3" w14:textId="77777777" w:rsidR="00E8773A" w:rsidRPr="002C6717" w:rsidRDefault="00E8773A" w:rsidP="00C34490">
            <w:pPr>
              <w:jc w:val="both"/>
              <w:rPr>
                <w:sz w:val="24"/>
                <w:szCs w:val="24"/>
              </w:rPr>
            </w:pPr>
          </w:p>
        </w:tc>
      </w:tr>
      <w:tr w:rsidR="00E8773A" w14:paraId="1F40586D" w14:textId="77777777" w:rsidTr="00C34490">
        <w:tc>
          <w:tcPr>
            <w:tcW w:w="4606" w:type="dxa"/>
          </w:tcPr>
          <w:p w14:paraId="36C06033" w14:textId="77777777" w:rsidR="00E8773A" w:rsidRPr="002C6717" w:rsidRDefault="00E8773A" w:rsidP="00C34490">
            <w:pPr>
              <w:jc w:val="both"/>
              <w:rPr>
                <w:sz w:val="24"/>
                <w:szCs w:val="24"/>
              </w:rPr>
            </w:pPr>
            <w:r w:rsidRPr="00240C3D">
              <w:rPr>
                <w:sz w:val="24"/>
                <w:szCs w:val="24"/>
                <w:lang w:eastAsia="en-US"/>
              </w:rPr>
              <w:t>Margus Reimann</w:t>
            </w:r>
          </w:p>
        </w:tc>
        <w:tc>
          <w:tcPr>
            <w:tcW w:w="4606" w:type="dxa"/>
          </w:tcPr>
          <w:p w14:paraId="0D37583A" w14:textId="77777777" w:rsidR="00E8773A" w:rsidRPr="002C6717" w:rsidRDefault="00E8773A" w:rsidP="00C34490">
            <w:pPr>
              <w:jc w:val="both"/>
              <w:rPr>
                <w:sz w:val="24"/>
                <w:szCs w:val="24"/>
              </w:rPr>
            </w:pPr>
            <w:r>
              <w:rPr>
                <w:sz w:val="24"/>
                <w:szCs w:val="24"/>
              </w:rPr>
              <w:t>……………………..</w:t>
            </w:r>
          </w:p>
        </w:tc>
      </w:tr>
    </w:tbl>
    <w:p w14:paraId="028D1FA6" w14:textId="77777777" w:rsidR="00E8773A" w:rsidRDefault="00E8773A" w:rsidP="00E8773A"/>
    <w:p w14:paraId="2128A283" w14:textId="77777777" w:rsidR="00C57E63" w:rsidRPr="00FE2065" w:rsidRDefault="00C57E63" w:rsidP="00E8773A">
      <w:pPr>
        <w:spacing w:line="240" w:lineRule="auto"/>
        <w:ind w:left="5670"/>
        <w:outlineLvl w:val="0"/>
        <w:rPr>
          <w:rFonts w:ascii="Times New Roman" w:hAnsi="Times New Roman" w:cs="Times New Roman"/>
          <w:sz w:val="24"/>
          <w:szCs w:val="24"/>
        </w:rPr>
      </w:pPr>
    </w:p>
    <w:sectPr w:rsidR="00C57E63" w:rsidRPr="00FE2065" w:rsidSect="00BE4B95">
      <w:type w:val="continuous"/>
      <w:pgSz w:w="11906" w:h="16838"/>
      <w:pgMar w:top="851" w:right="849" w:bottom="1276"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FE329" w14:textId="77777777" w:rsidR="00C3014A" w:rsidRDefault="00C3014A" w:rsidP="00705773">
      <w:pPr>
        <w:spacing w:after="0" w:line="240" w:lineRule="auto"/>
      </w:pPr>
      <w:r>
        <w:separator/>
      </w:r>
    </w:p>
  </w:endnote>
  <w:endnote w:type="continuationSeparator" w:id="0">
    <w:p w14:paraId="6E93C9C2" w14:textId="77777777" w:rsidR="00C3014A" w:rsidRDefault="00C3014A"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8DF13" w14:textId="77777777" w:rsidR="00C3014A" w:rsidRDefault="00C3014A" w:rsidP="00705773">
      <w:pPr>
        <w:spacing w:after="0" w:line="240" w:lineRule="auto"/>
      </w:pPr>
      <w:r>
        <w:separator/>
      </w:r>
    </w:p>
  </w:footnote>
  <w:footnote w:type="continuationSeparator" w:id="0">
    <w:p w14:paraId="513BD7EA" w14:textId="77777777" w:rsidR="00C3014A" w:rsidRDefault="00C3014A"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13F61C44" w:rsidR="00FB604C" w:rsidRDefault="00FB604C" w:rsidP="007B3401">
        <w:pPr>
          <w:pStyle w:val="Pis"/>
          <w:tabs>
            <w:tab w:val="clear" w:pos="4536"/>
          </w:tabs>
          <w:ind w:left="4536"/>
          <w:jc w:val="right"/>
        </w:pPr>
        <w:r>
          <w:fldChar w:fldCharType="begin"/>
        </w:r>
        <w:r>
          <w:instrText>PAGE   \* MERGEFORMAT</w:instrText>
        </w:r>
        <w:r>
          <w:fldChar w:fldCharType="separate"/>
        </w:r>
        <w:r w:rsidR="003F123C">
          <w:rPr>
            <w:noProof/>
          </w:rPr>
          <w:t>9</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2278"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928"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1972974899">
    <w:abstractNumId w:val="0"/>
  </w:num>
  <w:num w:numId="2" w16cid:durableId="44723266">
    <w:abstractNumId w:val="2"/>
  </w:num>
  <w:num w:numId="3" w16cid:durableId="402414156">
    <w:abstractNumId w:val="1"/>
  </w:num>
  <w:num w:numId="4" w16cid:durableId="116603497">
    <w:abstractNumId w:val="4"/>
  </w:num>
  <w:num w:numId="5" w16cid:durableId="275723428">
    <w:abstractNumId w:val="3"/>
  </w:num>
  <w:num w:numId="6" w16cid:durableId="1697728453">
    <w:abstractNumId w:val="9"/>
  </w:num>
  <w:num w:numId="7" w16cid:durableId="980117719">
    <w:abstractNumId w:val="8"/>
  </w:num>
  <w:num w:numId="8" w16cid:durableId="1216509226">
    <w:abstractNumId w:val="7"/>
  </w:num>
  <w:num w:numId="9" w16cid:durableId="98379341">
    <w:abstractNumId w:val="5"/>
  </w:num>
  <w:num w:numId="10" w16cid:durableId="17890070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651D"/>
    <w:rsid w:val="00006836"/>
    <w:rsid w:val="00006B0D"/>
    <w:rsid w:val="000156B6"/>
    <w:rsid w:val="00015F26"/>
    <w:rsid w:val="000272CC"/>
    <w:rsid w:val="00033FC5"/>
    <w:rsid w:val="00036EAF"/>
    <w:rsid w:val="0004420C"/>
    <w:rsid w:val="0005144C"/>
    <w:rsid w:val="00052C71"/>
    <w:rsid w:val="00060C70"/>
    <w:rsid w:val="00064DF5"/>
    <w:rsid w:val="000663B2"/>
    <w:rsid w:val="00075726"/>
    <w:rsid w:val="00076CCA"/>
    <w:rsid w:val="00096AC2"/>
    <w:rsid w:val="000A1CDD"/>
    <w:rsid w:val="000A42B5"/>
    <w:rsid w:val="000A4D66"/>
    <w:rsid w:val="000A6F56"/>
    <w:rsid w:val="000B19CE"/>
    <w:rsid w:val="000B3EC6"/>
    <w:rsid w:val="000C23AF"/>
    <w:rsid w:val="000C3743"/>
    <w:rsid w:val="000C4124"/>
    <w:rsid w:val="000D545C"/>
    <w:rsid w:val="000D6BF8"/>
    <w:rsid w:val="000D7AFF"/>
    <w:rsid w:val="000F2C04"/>
    <w:rsid w:val="000F6C7B"/>
    <w:rsid w:val="00107D6D"/>
    <w:rsid w:val="0011651D"/>
    <w:rsid w:val="001175F4"/>
    <w:rsid w:val="0012352D"/>
    <w:rsid w:val="00132919"/>
    <w:rsid w:val="00136222"/>
    <w:rsid w:val="0013733A"/>
    <w:rsid w:val="00143BEB"/>
    <w:rsid w:val="00144026"/>
    <w:rsid w:val="00154D28"/>
    <w:rsid w:val="00156510"/>
    <w:rsid w:val="00164848"/>
    <w:rsid w:val="001653A0"/>
    <w:rsid w:val="00174C1E"/>
    <w:rsid w:val="00175C9A"/>
    <w:rsid w:val="00176C45"/>
    <w:rsid w:val="00177B2A"/>
    <w:rsid w:val="00196948"/>
    <w:rsid w:val="001A3016"/>
    <w:rsid w:val="001A347F"/>
    <w:rsid w:val="001A6162"/>
    <w:rsid w:val="001B2B69"/>
    <w:rsid w:val="001C46CC"/>
    <w:rsid w:val="001E43DF"/>
    <w:rsid w:val="001E5D59"/>
    <w:rsid w:val="001E5F5A"/>
    <w:rsid w:val="001F53F7"/>
    <w:rsid w:val="00201C05"/>
    <w:rsid w:val="00211F31"/>
    <w:rsid w:val="0022315F"/>
    <w:rsid w:val="00230643"/>
    <w:rsid w:val="0023764E"/>
    <w:rsid w:val="00240C3D"/>
    <w:rsid w:val="00245FE2"/>
    <w:rsid w:val="00246934"/>
    <w:rsid w:val="002747CE"/>
    <w:rsid w:val="00281267"/>
    <w:rsid w:val="00281690"/>
    <w:rsid w:val="0029422D"/>
    <w:rsid w:val="00295C04"/>
    <w:rsid w:val="002A0F58"/>
    <w:rsid w:val="002A3077"/>
    <w:rsid w:val="002A510C"/>
    <w:rsid w:val="002A65DC"/>
    <w:rsid w:val="002B106D"/>
    <w:rsid w:val="002B2823"/>
    <w:rsid w:val="002C6717"/>
    <w:rsid w:val="002D00AD"/>
    <w:rsid w:val="002D1BF4"/>
    <w:rsid w:val="002E24B6"/>
    <w:rsid w:val="00300078"/>
    <w:rsid w:val="00300A22"/>
    <w:rsid w:val="003018E1"/>
    <w:rsid w:val="00320DDC"/>
    <w:rsid w:val="00323033"/>
    <w:rsid w:val="003403F1"/>
    <w:rsid w:val="00342A7D"/>
    <w:rsid w:val="00346054"/>
    <w:rsid w:val="0035454A"/>
    <w:rsid w:val="00362D78"/>
    <w:rsid w:val="003655AF"/>
    <w:rsid w:val="003762BF"/>
    <w:rsid w:val="00385D15"/>
    <w:rsid w:val="00390006"/>
    <w:rsid w:val="003901F8"/>
    <w:rsid w:val="003B0383"/>
    <w:rsid w:val="003D3775"/>
    <w:rsid w:val="003D3C85"/>
    <w:rsid w:val="003E21B5"/>
    <w:rsid w:val="003F123C"/>
    <w:rsid w:val="00404E5C"/>
    <w:rsid w:val="00411E8B"/>
    <w:rsid w:val="004216CB"/>
    <w:rsid w:val="00421F03"/>
    <w:rsid w:val="00426EB8"/>
    <w:rsid w:val="00435415"/>
    <w:rsid w:val="00435E02"/>
    <w:rsid w:val="004509DB"/>
    <w:rsid w:val="004610D6"/>
    <w:rsid w:val="00473835"/>
    <w:rsid w:val="0047690D"/>
    <w:rsid w:val="004939A2"/>
    <w:rsid w:val="004A00C1"/>
    <w:rsid w:val="004B1E9F"/>
    <w:rsid w:val="004B2ED2"/>
    <w:rsid w:val="004B315A"/>
    <w:rsid w:val="004C1F0A"/>
    <w:rsid w:val="004D1852"/>
    <w:rsid w:val="004D53C3"/>
    <w:rsid w:val="004D7234"/>
    <w:rsid w:val="004E258B"/>
    <w:rsid w:val="004E2956"/>
    <w:rsid w:val="004E7551"/>
    <w:rsid w:val="004F5D8E"/>
    <w:rsid w:val="005012FE"/>
    <w:rsid w:val="00505358"/>
    <w:rsid w:val="0050772E"/>
    <w:rsid w:val="00521322"/>
    <w:rsid w:val="00521D53"/>
    <w:rsid w:val="00527C0C"/>
    <w:rsid w:val="00531C47"/>
    <w:rsid w:val="00547B0D"/>
    <w:rsid w:val="0055062F"/>
    <w:rsid w:val="00550BD1"/>
    <w:rsid w:val="00556771"/>
    <w:rsid w:val="00561A0F"/>
    <w:rsid w:val="00562E2E"/>
    <w:rsid w:val="0056467F"/>
    <w:rsid w:val="00566437"/>
    <w:rsid w:val="00572C92"/>
    <w:rsid w:val="00582353"/>
    <w:rsid w:val="00593801"/>
    <w:rsid w:val="005A05B8"/>
    <w:rsid w:val="005E0883"/>
    <w:rsid w:val="005E6230"/>
    <w:rsid w:val="005F4386"/>
    <w:rsid w:val="005F7669"/>
    <w:rsid w:val="00603875"/>
    <w:rsid w:val="00605C2C"/>
    <w:rsid w:val="00611608"/>
    <w:rsid w:val="00645DCF"/>
    <w:rsid w:val="00647FC4"/>
    <w:rsid w:val="00657B0E"/>
    <w:rsid w:val="0066511C"/>
    <w:rsid w:val="00665AF3"/>
    <w:rsid w:val="006710C0"/>
    <w:rsid w:val="006728DE"/>
    <w:rsid w:val="006731FB"/>
    <w:rsid w:val="00685464"/>
    <w:rsid w:val="006879DE"/>
    <w:rsid w:val="00697473"/>
    <w:rsid w:val="006A079E"/>
    <w:rsid w:val="006A7AB6"/>
    <w:rsid w:val="006B2147"/>
    <w:rsid w:val="006C7751"/>
    <w:rsid w:val="006D5CAA"/>
    <w:rsid w:val="006E45A0"/>
    <w:rsid w:val="006E76D5"/>
    <w:rsid w:val="006F28BE"/>
    <w:rsid w:val="006F46F7"/>
    <w:rsid w:val="006F5B87"/>
    <w:rsid w:val="006F67C5"/>
    <w:rsid w:val="006F7841"/>
    <w:rsid w:val="00704FEE"/>
    <w:rsid w:val="00705773"/>
    <w:rsid w:val="00706561"/>
    <w:rsid w:val="00711E08"/>
    <w:rsid w:val="00720E3E"/>
    <w:rsid w:val="00723168"/>
    <w:rsid w:val="00726839"/>
    <w:rsid w:val="00727584"/>
    <w:rsid w:val="00735A3A"/>
    <w:rsid w:val="00737307"/>
    <w:rsid w:val="00753EFD"/>
    <w:rsid w:val="00761D7C"/>
    <w:rsid w:val="00765A0F"/>
    <w:rsid w:val="0077213D"/>
    <w:rsid w:val="00773EA3"/>
    <w:rsid w:val="00787167"/>
    <w:rsid w:val="00795EAC"/>
    <w:rsid w:val="00797D8F"/>
    <w:rsid w:val="007A427E"/>
    <w:rsid w:val="007B3401"/>
    <w:rsid w:val="007C0B9C"/>
    <w:rsid w:val="007D545A"/>
    <w:rsid w:val="007F3944"/>
    <w:rsid w:val="00804615"/>
    <w:rsid w:val="00805107"/>
    <w:rsid w:val="00807879"/>
    <w:rsid w:val="00813406"/>
    <w:rsid w:val="0081395D"/>
    <w:rsid w:val="00815B0C"/>
    <w:rsid w:val="00821B41"/>
    <w:rsid w:val="0082314F"/>
    <w:rsid w:val="00824B30"/>
    <w:rsid w:val="00841D8B"/>
    <w:rsid w:val="008454CD"/>
    <w:rsid w:val="008720CE"/>
    <w:rsid w:val="008723AA"/>
    <w:rsid w:val="008929D8"/>
    <w:rsid w:val="008A2313"/>
    <w:rsid w:val="008B5144"/>
    <w:rsid w:val="008B775E"/>
    <w:rsid w:val="008B78B6"/>
    <w:rsid w:val="008C18FD"/>
    <w:rsid w:val="008C316C"/>
    <w:rsid w:val="008C6D05"/>
    <w:rsid w:val="008D1C0E"/>
    <w:rsid w:val="008D45A8"/>
    <w:rsid w:val="008D4AF3"/>
    <w:rsid w:val="008F07A8"/>
    <w:rsid w:val="00930AE1"/>
    <w:rsid w:val="0095274F"/>
    <w:rsid w:val="00955FB6"/>
    <w:rsid w:val="00964EF6"/>
    <w:rsid w:val="009662FE"/>
    <w:rsid w:val="0098052B"/>
    <w:rsid w:val="00987177"/>
    <w:rsid w:val="00987C96"/>
    <w:rsid w:val="00993638"/>
    <w:rsid w:val="00995E0A"/>
    <w:rsid w:val="009B262F"/>
    <w:rsid w:val="009C6BBC"/>
    <w:rsid w:val="009D16AB"/>
    <w:rsid w:val="009D3B28"/>
    <w:rsid w:val="009D47F5"/>
    <w:rsid w:val="009D5EC5"/>
    <w:rsid w:val="009E2C79"/>
    <w:rsid w:val="009F210B"/>
    <w:rsid w:val="009F483F"/>
    <w:rsid w:val="00A05BA8"/>
    <w:rsid w:val="00A1642F"/>
    <w:rsid w:val="00A23909"/>
    <w:rsid w:val="00A338CC"/>
    <w:rsid w:val="00A3690F"/>
    <w:rsid w:val="00A41C1D"/>
    <w:rsid w:val="00A43226"/>
    <w:rsid w:val="00A7004A"/>
    <w:rsid w:val="00A71F37"/>
    <w:rsid w:val="00A74649"/>
    <w:rsid w:val="00A769A3"/>
    <w:rsid w:val="00A76BD6"/>
    <w:rsid w:val="00A777AE"/>
    <w:rsid w:val="00A903B3"/>
    <w:rsid w:val="00A90492"/>
    <w:rsid w:val="00A92081"/>
    <w:rsid w:val="00A948D7"/>
    <w:rsid w:val="00A94E38"/>
    <w:rsid w:val="00AA0CBB"/>
    <w:rsid w:val="00AA3C72"/>
    <w:rsid w:val="00AA7D22"/>
    <w:rsid w:val="00AB192C"/>
    <w:rsid w:val="00AB1E6C"/>
    <w:rsid w:val="00AC26BD"/>
    <w:rsid w:val="00AC33D6"/>
    <w:rsid w:val="00AE5542"/>
    <w:rsid w:val="00AF5E2E"/>
    <w:rsid w:val="00B0669E"/>
    <w:rsid w:val="00B1084B"/>
    <w:rsid w:val="00B11A0D"/>
    <w:rsid w:val="00B2088B"/>
    <w:rsid w:val="00B239B4"/>
    <w:rsid w:val="00B25B6B"/>
    <w:rsid w:val="00B45642"/>
    <w:rsid w:val="00B45F35"/>
    <w:rsid w:val="00B53601"/>
    <w:rsid w:val="00B554C2"/>
    <w:rsid w:val="00B66A83"/>
    <w:rsid w:val="00B70023"/>
    <w:rsid w:val="00B72909"/>
    <w:rsid w:val="00B826FD"/>
    <w:rsid w:val="00B908A9"/>
    <w:rsid w:val="00B96956"/>
    <w:rsid w:val="00BB0D64"/>
    <w:rsid w:val="00BB36A5"/>
    <w:rsid w:val="00BC2AAD"/>
    <w:rsid w:val="00BD28F6"/>
    <w:rsid w:val="00BE1A4D"/>
    <w:rsid w:val="00BE2DFC"/>
    <w:rsid w:val="00BE4B02"/>
    <w:rsid w:val="00BE4B95"/>
    <w:rsid w:val="00BE7126"/>
    <w:rsid w:val="00BF29BC"/>
    <w:rsid w:val="00BF407C"/>
    <w:rsid w:val="00C163EF"/>
    <w:rsid w:val="00C177E3"/>
    <w:rsid w:val="00C300B5"/>
    <w:rsid w:val="00C3014A"/>
    <w:rsid w:val="00C30DA7"/>
    <w:rsid w:val="00C46BBC"/>
    <w:rsid w:val="00C5102E"/>
    <w:rsid w:val="00C57E63"/>
    <w:rsid w:val="00C74515"/>
    <w:rsid w:val="00C869BE"/>
    <w:rsid w:val="00C91E96"/>
    <w:rsid w:val="00CA3267"/>
    <w:rsid w:val="00CC3727"/>
    <w:rsid w:val="00CC3CC1"/>
    <w:rsid w:val="00CC6626"/>
    <w:rsid w:val="00CD01B9"/>
    <w:rsid w:val="00CE364A"/>
    <w:rsid w:val="00CE7F25"/>
    <w:rsid w:val="00CF0130"/>
    <w:rsid w:val="00CF42C1"/>
    <w:rsid w:val="00D0300B"/>
    <w:rsid w:val="00D07FE1"/>
    <w:rsid w:val="00D3527A"/>
    <w:rsid w:val="00D44D3C"/>
    <w:rsid w:val="00D4639A"/>
    <w:rsid w:val="00D47D23"/>
    <w:rsid w:val="00D55A49"/>
    <w:rsid w:val="00D57B01"/>
    <w:rsid w:val="00D63883"/>
    <w:rsid w:val="00D908F8"/>
    <w:rsid w:val="00D921F8"/>
    <w:rsid w:val="00D93886"/>
    <w:rsid w:val="00DA4177"/>
    <w:rsid w:val="00DA51CC"/>
    <w:rsid w:val="00DC47AE"/>
    <w:rsid w:val="00DD3DC4"/>
    <w:rsid w:val="00DD78EF"/>
    <w:rsid w:val="00DE706F"/>
    <w:rsid w:val="00DF11E6"/>
    <w:rsid w:val="00E031BB"/>
    <w:rsid w:val="00E10FCA"/>
    <w:rsid w:val="00E12E6D"/>
    <w:rsid w:val="00E172A6"/>
    <w:rsid w:val="00E307FF"/>
    <w:rsid w:val="00E31834"/>
    <w:rsid w:val="00E31BC5"/>
    <w:rsid w:val="00E4480A"/>
    <w:rsid w:val="00E50701"/>
    <w:rsid w:val="00E7790D"/>
    <w:rsid w:val="00E84463"/>
    <w:rsid w:val="00E8773A"/>
    <w:rsid w:val="00E931E8"/>
    <w:rsid w:val="00EA2B33"/>
    <w:rsid w:val="00EB7A3D"/>
    <w:rsid w:val="00EE3A60"/>
    <w:rsid w:val="00EF4859"/>
    <w:rsid w:val="00EF6E58"/>
    <w:rsid w:val="00F00D1B"/>
    <w:rsid w:val="00F017FE"/>
    <w:rsid w:val="00F060DD"/>
    <w:rsid w:val="00F06E5E"/>
    <w:rsid w:val="00F11846"/>
    <w:rsid w:val="00F12BDD"/>
    <w:rsid w:val="00F3265A"/>
    <w:rsid w:val="00F33597"/>
    <w:rsid w:val="00F413B8"/>
    <w:rsid w:val="00F46D2D"/>
    <w:rsid w:val="00F60636"/>
    <w:rsid w:val="00F65412"/>
    <w:rsid w:val="00F71CCE"/>
    <w:rsid w:val="00F75934"/>
    <w:rsid w:val="00F9006C"/>
    <w:rsid w:val="00F93A07"/>
    <w:rsid w:val="00F960F2"/>
    <w:rsid w:val="00FA287C"/>
    <w:rsid w:val="00FB4B14"/>
    <w:rsid w:val="00FB511D"/>
    <w:rsid w:val="00FB604C"/>
    <w:rsid w:val="00FC5031"/>
    <w:rsid w:val="00FD4634"/>
    <w:rsid w:val="00FD5881"/>
    <w:rsid w:val="00FE2065"/>
    <w:rsid w:val="00FE5455"/>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ind w:left="576"/>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aivo.lehesmets@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555B02972E904F879E9595CEE8529878"/>
        <w:category>
          <w:name w:val="Üldine"/>
          <w:gallery w:val="placeholder"/>
        </w:category>
        <w:types>
          <w:type w:val="bbPlcHdr"/>
        </w:types>
        <w:behaviors>
          <w:behavior w:val="content"/>
        </w:behaviors>
        <w:guid w:val="{77170B1B-1BB6-4936-8386-83B1C0B518F1}"/>
      </w:docPartPr>
      <w:docPartBody>
        <w:p w:rsidR="003F2305" w:rsidRDefault="00EC3B36" w:rsidP="00EC3B36">
          <w:pPr>
            <w:pStyle w:val="555B02972E904F879E9595CEE8529878"/>
          </w:pPr>
          <w:r w:rsidRPr="003F6A59">
            <w:rPr>
              <w:rStyle w:val="Kohatitetekst"/>
            </w:rPr>
            <w:t>[Company]</w:t>
          </w:r>
        </w:p>
      </w:docPartBody>
    </w:docPart>
    <w:docPart>
      <w:docPartPr>
        <w:name w:val="26517329886143F8A3D9DE7F5991DF70"/>
        <w:category>
          <w:name w:val="Üldine"/>
          <w:gallery w:val="placeholder"/>
        </w:category>
        <w:types>
          <w:type w:val="bbPlcHdr"/>
        </w:types>
        <w:behaviors>
          <w:behavior w:val="content"/>
        </w:behaviors>
        <w:guid w:val="{76B1A27A-739F-4925-81F3-0FF47B0053DB}"/>
      </w:docPartPr>
      <w:docPartBody>
        <w:p w:rsidR="003F2305" w:rsidRDefault="00EC3B36" w:rsidP="00EC3B36">
          <w:pPr>
            <w:pStyle w:val="26517329886143F8A3D9DE7F5991DF70"/>
          </w:pPr>
          <w:r w:rsidRPr="00BE118B">
            <w:rPr>
              <w:rStyle w:val="Kohatitetekst"/>
            </w:rPr>
            <w:t>Click here to enter a date.</w:t>
          </w:r>
        </w:p>
      </w:docPartBody>
    </w:docPart>
    <w:docPart>
      <w:docPartPr>
        <w:name w:val="E36A8FBC257F43CE8AD90CFD44AD0862"/>
        <w:category>
          <w:name w:val="Üldine"/>
          <w:gallery w:val="placeholder"/>
        </w:category>
        <w:types>
          <w:type w:val="bbPlcHdr"/>
        </w:types>
        <w:behaviors>
          <w:behavior w:val="content"/>
        </w:behaviors>
        <w:guid w:val="{200B7EEF-0F82-4F44-99AD-E7FA9DCAE180}"/>
      </w:docPartPr>
      <w:docPartBody>
        <w:p w:rsidR="003F2305" w:rsidRDefault="00EC3B36" w:rsidP="00EC3B36">
          <w:pPr>
            <w:pStyle w:val="E36A8FBC257F43CE8AD90CFD44AD0862"/>
          </w:pPr>
          <w:r w:rsidRPr="003F6A59">
            <w:rPr>
              <w:rStyle w:val="Kohatitetekst"/>
            </w:rPr>
            <w:t>[Company]</w:t>
          </w:r>
        </w:p>
      </w:docPartBody>
    </w:docPart>
    <w:docPart>
      <w:docPartPr>
        <w:name w:val="D1D610EC861F4482ACA78A837236FD29"/>
        <w:category>
          <w:name w:val="Üldine"/>
          <w:gallery w:val="placeholder"/>
        </w:category>
        <w:types>
          <w:type w:val="bbPlcHdr"/>
        </w:types>
        <w:behaviors>
          <w:behavior w:val="content"/>
        </w:behaviors>
        <w:guid w:val="{F25B9B42-4630-42F2-9E98-4DC3FC7CFCDD}"/>
      </w:docPartPr>
      <w:docPartBody>
        <w:p w:rsidR="003F2305" w:rsidRDefault="00EC3B36" w:rsidP="00EC3B36">
          <w:pPr>
            <w:pStyle w:val="D1D610EC861F4482ACA78A837236FD29"/>
          </w:pPr>
          <w:r w:rsidRPr="00BE118B">
            <w:rPr>
              <w:rStyle w:val="Kohatitetekst"/>
            </w:rPr>
            <w:t>Click here to enter a date.</w:t>
          </w:r>
        </w:p>
      </w:docPartBody>
    </w:docPart>
    <w:docPart>
      <w:docPartPr>
        <w:name w:val="C52D07BA50E748DF99B564CA35B619AD"/>
        <w:category>
          <w:name w:val="Üldine"/>
          <w:gallery w:val="placeholder"/>
        </w:category>
        <w:types>
          <w:type w:val="bbPlcHdr"/>
        </w:types>
        <w:behaviors>
          <w:behavior w:val="content"/>
        </w:behaviors>
        <w:guid w:val="{C4E9D2C7-4D2A-40CE-A165-F382DFAD96B5}"/>
      </w:docPartPr>
      <w:docPartBody>
        <w:p w:rsidR="003F2305" w:rsidRDefault="00EC3B36" w:rsidP="00EC3B36">
          <w:pPr>
            <w:pStyle w:val="C52D07BA50E748DF99B564CA35B619AD"/>
          </w:pPr>
          <w:r w:rsidRPr="00BE118B">
            <w:rPr>
              <w:rStyle w:val="Kohatitetekst"/>
            </w:rPr>
            <w:t>Choose an item.</w:t>
          </w:r>
        </w:p>
      </w:docPartBody>
    </w:docPart>
    <w:docPart>
      <w:docPartPr>
        <w:name w:val="AE1E84AB633148B6AC04A8E49A5D08BA"/>
        <w:category>
          <w:name w:val="Üldine"/>
          <w:gallery w:val="placeholder"/>
        </w:category>
        <w:types>
          <w:type w:val="bbPlcHdr"/>
        </w:types>
        <w:behaviors>
          <w:behavior w:val="content"/>
        </w:behaviors>
        <w:guid w:val="{EE81B10A-253B-4E2D-ADB9-53790FACEBA0}"/>
      </w:docPartPr>
      <w:docPartBody>
        <w:p w:rsidR="003F2305" w:rsidRDefault="00EC3B36" w:rsidP="00EC3B36">
          <w:pPr>
            <w:pStyle w:val="AE1E84AB633148B6AC04A8E49A5D08BA"/>
          </w:pPr>
          <w:r w:rsidRPr="00BE118B">
            <w:rPr>
              <w:rStyle w:val="Kohatitetekst"/>
            </w:rPr>
            <w:t>Choose an item.</w:t>
          </w:r>
        </w:p>
      </w:docPartBody>
    </w:docPart>
    <w:docPart>
      <w:docPartPr>
        <w:name w:val="7DCEFFA4073B46E1B067F1F89EE3AB4D"/>
        <w:category>
          <w:name w:val="Üldine"/>
          <w:gallery w:val="placeholder"/>
        </w:category>
        <w:types>
          <w:type w:val="bbPlcHdr"/>
        </w:types>
        <w:behaviors>
          <w:behavior w:val="content"/>
        </w:behaviors>
        <w:guid w:val="{CAE69E0A-BEFE-4894-8621-31EAE74CB32E}"/>
      </w:docPartPr>
      <w:docPartBody>
        <w:p w:rsidR="003F2305" w:rsidRDefault="00EC3B36" w:rsidP="00EC3B36">
          <w:pPr>
            <w:pStyle w:val="7DCEFFA4073B46E1B067F1F89EE3AB4D"/>
          </w:pPr>
          <w:r w:rsidRPr="003F6A59">
            <w:rPr>
              <w:rStyle w:val="Kohatitetekst"/>
            </w:rPr>
            <w:t>[Company]</w:t>
          </w:r>
        </w:p>
      </w:docPartBody>
    </w:docPart>
    <w:docPart>
      <w:docPartPr>
        <w:name w:val="70B7542A64BC41439F4F3A14E1201556"/>
        <w:category>
          <w:name w:val="Üldine"/>
          <w:gallery w:val="placeholder"/>
        </w:category>
        <w:types>
          <w:type w:val="bbPlcHdr"/>
        </w:types>
        <w:behaviors>
          <w:behavior w:val="content"/>
        </w:behaviors>
        <w:guid w:val="{AA3ED5BE-60B8-44B3-B79F-4E2179305C48}"/>
      </w:docPartPr>
      <w:docPartBody>
        <w:p w:rsidR="003F2305" w:rsidRDefault="00EC3B36" w:rsidP="00EC3B36">
          <w:pPr>
            <w:pStyle w:val="70B7542A64BC41439F4F3A14E1201556"/>
          </w:pPr>
          <w:r w:rsidRPr="00BE118B">
            <w:rPr>
              <w:rStyle w:val="Kohatitetekst"/>
            </w:rPr>
            <w:t>Click here to enter a date.</w:t>
          </w:r>
        </w:p>
      </w:docPartBody>
    </w:docPart>
    <w:docPart>
      <w:docPartPr>
        <w:name w:val="ED40AC67F7CC42ABBEBF5583D37002A2"/>
        <w:category>
          <w:name w:val="Üldine"/>
          <w:gallery w:val="placeholder"/>
        </w:category>
        <w:types>
          <w:type w:val="bbPlcHdr"/>
        </w:types>
        <w:behaviors>
          <w:behavior w:val="content"/>
        </w:behaviors>
        <w:guid w:val="{11B9E994-6066-4EAC-900A-B1BDA8A4ACAB}"/>
      </w:docPartPr>
      <w:docPartBody>
        <w:p w:rsidR="003F2305" w:rsidRDefault="00EC3B36" w:rsidP="00EC3B36">
          <w:pPr>
            <w:pStyle w:val="ED40AC67F7CC42ABBEBF5583D37002A2"/>
          </w:pPr>
          <w:r w:rsidRPr="003F6A59">
            <w:rPr>
              <w:rStyle w:val="Kohatitetekst"/>
            </w:rPr>
            <w:t>[Company]</w:t>
          </w:r>
        </w:p>
      </w:docPartBody>
    </w:docPart>
    <w:docPart>
      <w:docPartPr>
        <w:name w:val="083D0564F24C46EBB224543BC06CF55C"/>
        <w:category>
          <w:name w:val="Üldine"/>
          <w:gallery w:val="placeholder"/>
        </w:category>
        <w:types>
          <w:type w:val="bbPlcHdr"/>
        </w:types>
        <w:behaviors>
          <w:behavior w:val="content"/>
        </w:behaviors>
        <w:guid w:val="{E823F445-96FD-46D1-9667-19F901818CC6}"/>
      </w:docPartPr>
      <w:docPartBody>
        <w:p w:rsidR="003F2305" w:rsidRDefault="00EC3B36" w:rsidP="00EC3B36">
          <w:pPr>
            <w:pStyle w:val="083D0564F24C46EBB224543BC06CF55C"/>
          </w:pPr>
          <w:r w:rsidRPr="003F6A59">
            <w:rPr>
              <w:rStyle w:val="Kohatitetekst"/>
            </w:rPr>
            <w:t>[Company]</w:t>
          </w:r>
        </w:p>
      </w:docPartBody>
    </w:docPart>
    <w:docPart>
      <w:docPartPr>
        <w:name w:val="6AB20E86FBD54370888598152F4742DF"/>
        <w:category>
          <w:name w:val="Üldine"/>
          <w:gallery w:val="placeholder"/>
        </w:category>
        <w:types>
          <w:type w:val="bbPlcHdr"/>
        </w:types>
        <w:behaviors>
          <w:behavior w:val="content"/>
        </w:behaviors>
        <w:guid w:val="{FEEBE86F-B785-4624-A1A6-22AA89F0BA9E}"/>
      </w:docPartPr>
      <w:docPartBody>
        <w:p w:rsidR="003F2305" w:rsidRDefault="00EC3B36" w:rsidP="00EC3B36">
          <w:pPr>
            <w:pStyle w:val="6AB20E86FBD54370888598152F4742DF"/>
          </w:pPr>
          <w:r w:rsidRPr="00BE118B">
            <w:rPr>
              <w:rStyle w:val="Kohatitetekst"/>
            </w:rPr>
            <w:t>Choose an item.</w:t>
          </w:r>
        </w:p>
      </w:docPartBody>
    </w:docPart>
    <w:docPart>
      <w:docPartPr>
        <w:name w:val="3DFBCEE8EBD8490CB77CE2DE0D9562B7"/>
        <w:category>
          <w:name w:val="Üldine"/>
          <w:gallery w:val="placeholder"/>
        </w:category>
        <w:types>
          <w:type w:val="bbPlcHdr"/>
        </w:types>
        <w:behaviors>
          <w:behavior w:val="content"/>
        </w:behaviors>
        <w:guid w:val="{49F39600-301C-447A-ABA6-8CC5EC18C3D3}"/>
      </w:docPartPr>
      <w:docPartBody>
        <w:p w:rsidR="003F2305" w:rsidRDefault="00EC3B36" w:rsidP="00EC3B36">
          <w:pPr>
            <w:pStyle w:val="3DFBCEE8EBD8490CB77CE2DE0D9562B7"/>
          </w:pPr>
          <w:r w:rsidRPr="00BE118B">
            <w:rPr>
              <w:rStyle w:val="Kohatitetekst"/>
            </w:rPr>
            <w:t>Choose an item.</w:t>
          </w:r>
        </w:p>
      </w:docPartBody>
    </w:docPart>
    <w:docPart>
      <w:docPartPr>
        <w:name w:val="DECC78643E0F41E9A2092D404DB838B5"/>
        <w:category>
          <w:name w:val="Üldine"/>
          <w:gallery w:val="placeholder"/>
        </w:category>
        <w:types>
          <w:type w:val="bbPlcHdr"/>
        </w:types>
        <w:behaviors>
          <w:behavior w:val="content"/>
        </w:behaviors>
        <w:guid w:val="{CA9E4586-30E1-4A63-8D7D-286D990B14EC}"/>
      </w:docPartPr>
      <w:docPartBody>
        <w:p w:rsidR="003F2305" w:rsidRDefault="00EC3B36" w:rsidP="00EC3B36">
          <w:pPr>
            <w:pStyle w:val="DECC78643E0F41E9A2092D404DB838B5"/>
          </w:pPr>
          <w:r w:rsidRPr="003F6A59">
            <w:rPr>
              <w:rStyle w:val="Kohatitetekst"/>
            </w:rPr>
            <w:t>[Company]</w:t>
          </w:r>
        </w:p>
      </w:docPartBody>
    </w:docPart>
    <w:docPart>
      <w:docPartPr>
        <w:name w:val="A0CAA66E285C410290AD5B5CAE9EF6BB"/>
        <w:category>
          <w:name w:val="Üldine"/>
          <w:gallery w:val="placeholder"/>
        </w:category>
        <w:types>
          <w:type w:val="bbPlcHdr"/>
        </w:types>
        <w:behaviors>
          <w:behavior w:val="content"/>
        </w:behaviors>
        <w:guid w:val="{6A6368F1-D4FE-4937-92E3-5F2DE59DF6BC}"/>
      </w:docPartPr>
      <w:docPartBody>
        <w:p w:rsidR="003F2305" w:rsidRDefault="00EC3B36" w:rsidP="00EC3B36">
          <w:pPr>
            <w:pStyle w:val="A0CAA66E285C410290AD5B5CAE9EF6BB"/>
          </w:pPr>
          <w:r w:rsidRPr="00BE118B">
            <w:rPr>
              <w:rStyle w:val="Kohatitetekst"/>
            </w:rPr>
            <w:t>Click here to enter a date.</w:t>
          </w:r>
        </w:p>
      </w:docPartBody>
    </w:docPart>
    <w:docPart>
      <w:docPartPr>
        <w:name w:val="3ECB0C3C86234BC8B6CE11DADF245BD6"/>
        <w:category>
          <w:name w:val="Üldine"/>
          <w:gallery w:val="placeholder"/>
        </w:category>
        <w:types>
          <w:type w:val="bbPlcHdr"/>
        </w:types>
        <w:behaviors>
          <w:behavior w:val="content"/>
        </w:behaviors>
        <w:guid w:val="{C1B107DC-3F8C-4B2A-A5BD-5DB3EEB18046}"/>
      </w:docPartPr>
      <w:docPartBody>
        <w:p w:rsidR="003F2305" w:rsidRDefault="00EC3B36" w:rsidP="00EC3B36">
          <w:pPr>
            <w:pStyle w:val="3ECB0C3C86234BC8B6CE11DADF245BD6"/>
          </w:pPr>
          <w:r w:rsidRPr="00BE118B">
            <w:rPr>
              <w:rStyle w:val="Kohatitetekst"/>
            </w:rPr>
            <w:t>Choose an item.</w:t>
          </w:r>
        </w:p>
      </w:docPartBody>
    </w:docPart>
    <w:docPart>
      <w:docPartPr>
        <w:name w:val="D8A5F130E7C44A1E884C618F0F16A549"/>
        <w:category>
          <w:name w:val="Üldine"/>
          <w:gallery w:val="placeholder"/>
        </w:category>
        <w:types>
          <w:type w:val="bbPlcHdr"/>
        </w:types>
        <w:behaviors>
          <w:behavior w:val="content"/>
        </w:behaviors>
        <w:guid w:val="{AA290577-09B6-42E5-BFD0-25DEC754E1BF}"/>
      </w:docPartPr>
      <w:docPartBody>
        <w:p w:rsidR="003F2305" w:rsidRDefault="00EC3B36" w:rsidP="00EC3B36">
          <w:pPr>
            <w:pStyle w:val="D8A5F130E7C44A1E884C618F0F16A549"/>
          </w:pPr>
          <w:r w:rsidRPr="00BE118B">
            <w:rPr>
              <w:rStyle w:val="Kohatitetekst"/>
            </w:rPr>
            <w:t>Choose an item.</w:t>
          </w:r>
        </w:p>
      </w:docPartBody>
    </w:docPart>
    <w:docPart>
      <w:docPartPr>
        <w:name w:val="0C00A05A60194A11AE5754D63AA9EE58"/>
        <w:category>
          <w:name w:val="Üldine"/>
          <w:gallery w:val="placeholder"/>
        </w:category>
        <w:types>
          <w:type w:val="bbPlcHdr"/>
        </w:types>
        <w:behaviors>
          <w:behavior w:val="content"/>
        </w:behaviors>
        <w:guid w:val="{C0991619-7DCA-48A4-8B3C-1A67954BF14D}"/>
      </w:docPartPr>
      <w:docPartBody>
        <w:p w:rsidR="003F2305" w:rsidRDefault="00EC3B36" w:rsidP="00EC3B36">
          <w:pPr>
            <w:pStyle w:val="0C00A05A60194A11AE5754D63AA9EE58"/>
          </w:pPr>
          <w:r w:rsidRPr="00BE118B">
            <w:rPr>
              <w:rStyle w:val="Kohatitetekst"/>
            </w:rPr>
            <w:t>Click here to enter a date.</w:t>
          </w:r>
        </w:p>
      </w:docPartBody>
    </w:docPart>
    <w:docPart>
      <w:docPartPr>
        <w:name w:val="5A1F0FE6CF644DD6B9A2E90D97A927E7"/>
        <w:category>
          <w:name w:val="Üldine"/>
          <w:gallery w:val="placeholder"/>
        </w:category>
        <w:types>
          <w:type w:val="bbPlcHdr"/>
        </w:types>
        <w:behaviors>
          <w:behavior w:val="content"/>
        </w:behaviors>
        <w:guid w:val="{A48ED49D-2FA8-4965-8536-6E792A552CF9}"/>
      </w:docPartPr>
      <w:docPartBody>
        <w:p w:rsidR="003F2305" w:rsidRDefault="00EC3B36" w:rsidP="00EC3B36">
          <w:pPr>
            <w:pStyle w:val="5A1F0FE6CF644DD6B9A2E90D97A927E7"/>
          </w:pPr>
          <w:r w:rsidRPr="00BE118B">
            <w:rPr>
              <w:rStyle w:val="Kohatitetekst"/>
            </w:rPr>
            <w:t>Click here to enter a date.</w:t>
          </w:r>
        </w:p>
      </w:docPartBody>
    </w:docPart>
    <w:docPart>
      <w:docPartPr>
        <w:name w:val="9A5AC23E07C04409BCBE5F0CFB4376F3"/>
        <w:category>
          <w:name w:val="Üldine"/>
          <w:gallery w:val="placeholder"/>
        </w:category>
        <w:types>
          <w:type w:val="bbPlcHdr"/>
        </w:types>
        <w:behaviors>
          <w:behavior w:val="content"/>
        </w:behaviors>
        <w:guid w:val="{A9D149C1-5342-45B7-8815-F66ECA1453EC}"/>
      </w:docPartPr>
      <w:docPartBody>
        <w:p w:rsidR="003F2305" w:rsidRDefault="00EC3B36" w:rsidP="00EC3B36">
          <w:pPr>
            <w:pStyle w:val="9A5AC23E07C04409BCBE5F0CFB4376F3"/>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20357"/>
    <w:rsid w:val="000B0B5C"/>
    <w:rsid w:val="000F1931"/>
    <w:rsid w:val="0016358B"/>
    <w:rsid w:val="00170480"/>
    <w:rsid w:val="0018551C"/>
    <w:rsid w:val="00190188"/>
    <w:rsid w:val="002D10E3"/>
    <w:rsid w:val="002F2D3C"/>
    <w:rsid w:val="002F4347"/>
    <w:rsid w:val="00351FD1"/>
    <w:rsid w:val="0038008E"/>
    <w:rsid w:val="003C6885"/>
    <w:rsid w:val="003F2305"/>
    <w:rsid w:val="00433F39"/>
    <w:rsid w:val="004617F3"/>
    <w:rsid w:val="00486B87"/>
    <w:rsid w:val="00491275"/>
    <w:rsid w:val="004D122A"/>
    <w:rsid w:val="004F6639"/>
    <w:rsid w:val="0053141C"/>
    <w:rsid w:val="00551D60"/>
    <w:rsid w:val="00590DDE"/>
    <w:rsid w:val="005A5431"/>
    <w:rsid w:val="005A6189"/>
    <w:rsid w:val="00606305"/>
    <w:rsid w:val="00647B8F"/>
    <w:rsid w:val="00664D6B"/>
    <w:rsid w:val="0067752A"/>
    <w:rsid w:val="00680394"/>
    <w:rsid w:val="00696560"/>
    <w:rsid w:val="006C4268"/>
    <w:rsid w:val="006F484C"/>
    <w:rsid w:val="00774524"/>
    <w:rsid w:val="0078799E"/>
    <w:rsid w:val="00801A2E"/>
    <w:rsid w:val="00826665"/>
    <w:rsid w:val="00870CEF"/>
    <w:rsid w:val="008767E2"/>
    <w:rsid w:val="00880DAB"/>
    <w:rsid w:val="008A6A14"/>
    <w:rsid w:val="008F67E6"/>
    <w:rsid w:val="00914169"/>
    <w:rsid w:val="009264C3"/>
    <w:rsid w:val="00937B34"/>
    <w:rsid w:val="0094449D"/>
    <w:rsid w:val="009448A4"/>
    <w:rsid w:val="00952AC1"/>
    <w:rsid w:val="00963822"/>
    <w:rsid w:val="00976593"/>
    <w:rsid w:val="009848A8"/>
    <w:rsid w:val="009932A9"/>
    <w:rsid w:val="009D5A99"/>
    <w:rsid w:val="00A1078C"/>
    <w:rsid w:val="00A7539A"/>
    <w:rsid w:val="00A90462"/>
    <w:rsid w:val="00AB745C"/>
    <w:rsid w:val="00AC021F"/>
    <w:rsid w:val="00AF1C07"/>
    <w:rsid w:val="00B06A5C"/>
    <w:rsid w:val="00B30BA5"/>
    <w:rsid w:val="00B32772"/>
    <w:rsid w:val="00B55279"/>
    <w:rsid w:val="00B612B5"/>
    <w:rsid w:val="00B82D72"/>
    <w:rsid w:val="00BA7C7D"/>
    <w:rsid w:val="00BD445D"/>
    <w:rsid w:val="00C11BB1"/>
    <w:rsid w:val="00C42131"/>
    <w:rsid w:val="00C967F0"/>
    <w:rsid w:val="00CA3281"/>
    <w:rsid w:val="00CD1D06"/>
    <w:rsid w:val="00D13F1D"/>
    <w:rsid w:val="00D23F46"/>
    <w:rsid w:val="00D56455"/>
    <w:rsid w:val="00D7224B"/>
    <w:rsid w:val="00D76BBE"/>
    <w:rsid w:val="00DB0041"/>
    <w:rsid w:val="00E75BCC"/>
    <w:rsid w:val="00E8332E"/>
    <w:rsid w:val="00EC3B36"/>
    <w:rsid w:val="00F30BB5"/>
    <w:rsid w:val="00F842EE"/>
    <w:rsid w:val="00F854CD"/>
    <w:rsid w:val="00FC5C50"/>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EC3B36"/>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555B02972E904F879E9595CEE8529878">
    <w:name w:val="555B02972E904F879E9595CEE8529878"/>
    <w:rsid w:val="00EC3B36"/>
  </w:style>
  <w:style w:type="paragraph" w:customStyle="1" w:styleId="26517329886143F8A3D9DE7F5991DF70">
    <w:name w:val="26517329886143F8A3D9DE7F5991DF70"/>
    <w:rsid w:val="00EC3B36"/>
  </w:style>
  <w:style w:type="paragraph" w:customStyle="1" w:styleId="E36A8FBC257F43CE8AD90CFD44AD0862">
    <w:name w:val="E36A8FBC257F43CE8AD90CFD44AD0862"/>
    <w:rsid w:val="00EC3B36"/>
  </w:style>
  <w:style w:type="paragraph" w:customStyle="1" w:styleId="D1D610EC861F4482ACA78A837236FD29">
    <w:name w:val="D1D610EC861F4482ACA78A837236FD29"/>
    <w:rsid w:val="00EC3B36"/>
  </w:style>
  <w:style w:type="paragraph" w:customStyle="1" w:styleId="C52D07BA50E748DF99B564CA35B619AD">
    <w:name w:val="C52D07BA50E748DF99B564CA35B619AD"/>
    <w:rsid w:val="00EC3B36"/>
  </w:style>
  <w:style w:type="paragraph" w:customStyle="1" w:styleId="AE1E84AB633148B6AC04A8E49A5D08BA">
    <w:name w:val="AE1E84AB633148B6AC04A8E49A5D08BA"/>
    <w:rsid w:val="00EC3B36"/>
  </w:style>
  <w:style w:type="paragraph" w:customStyle="1" w:styleId="7DCEFFA4073B46E1B067F1F89EE3AB4D">
    <w:name w:val="7DCEFFA4073B46E1B067F1F89EE3AB4D"/>
    <w:rsid w:val="00EC3B36"/>
  </w:style>
  <w:style w:type="paragraph" w:customStyle="1" w:styleId="70B7542A64BC41439F4F3A14E1201556">
    <w:name w:val="70B7542A64BC41439F4F3A14E1201556"/>
    <w:rsid w:val="00EC3B36"/>
  </w:style>
  <w:style w:type="paragraph" w:customStyle="1" w:styleId="ED40AC67F7CC42ABBEBF5583D37002A2">
    <w:name w:val="ED40AC67F7CC42ABBEBF5583D37002A2"/>
    <w:rsid w:val="00EC3B36"/>
  </w:style>
  <w:style w:type="paragraph" w:customStyle="1" w:styleId="083D0564F24C46EBB224543BC06CF55C">
    <w:name w:val="083D0564F24C46EBB224543BC06CF55C"/>
    <w:rsid w:val="00EC3B36"/>
  </w:style>
  <w:style w:type="paragraph" w:customStyle="1" w:styleId="6AB20E86FBD54370888598152F4742DF">
    <w:name w:val="6AB20E86FBD54370888598152F4742DF"/>
    <w:rsid w:val="00EC3B36"/>
  </w:style>
  <w:style w:type="paragraph" w:customStyle="1" w:styleId="3DFBCEE8EBD8490CB77CE2DE0D9562B7">
    <w:name w:val="3DFBCEE8EBD8490CB77CE2DE0D9562B7"/>
    <w:rsid w:val="00EC3B36"/>
  </w:style>
  <w:style w:type="paragraph" w:customStyle="1" w:styleId="DECC78643E0F41E9A2092D404DB838B5">
    <w:name w:val="DECC78643E0F41E9A2092D404DB838B5"/>
    <w:rsid w:val="00EC3B36"/>
  </w:style>
  <w:style w:type="paragraph" w:customStyle="1" w:styleId="A0CAA66E285C410290AD5B5CAE9EF6BB">
    <w:name w:val="A0CAA66E285C410290AD5B5CAE9EF6BB"/>
    <w:rsid w:val="00EC3B36"/>
  </w:style>
  <w:style w:type="paragraph" w:customStyle="1" w:styleId="3ECB0C3C86234BC8B6CE11DADF245BD6">
    <w:name w:val="3ECB0C3C86234BC8B6CE11DADF245BD6"/>
    <w:rsid w:val="00EC3B36"/>
  </w:style>
  <w:style w:type="paragraph" w:customStyle="1" w:styleId="D8A5F130E7C44A1E884C618F0F16A549">
    <w:name w:val="D8A5F130E7C44A1E884C618F0F16A549"/>
    <w:rsid w:val="00EC3B36"/>
  </w:style>
  <w:style w:type="paragraph" w:customStyle="1" w:styleId="0C00A05A60194A11AE5754D63AA9EE58">
    <w:name w:val="0C00A05A60194A11AE5754D63AA9EE58"/>
    <w:rsid w:val="00EC3B36"/>
  </w:style>
  <w:style w:type="paragraph" w:customStyle="1" w:styleId="5A1F0FE6CF644DD6B9A2E90D97A927E7">
    <w:name w:val="5A1F0FE6CF644DD6B9A2E90D97A927E7"/>
    <w:rsid w:val="00EC3B36"/>
  </w:style>
  <w:style w:type="paragraph" w:customStyle="1" w:styleId="9A5AC23E07C04409BCBE5F0CFB4376F3">
    <w:name w:val="9A5AC23E07C04409BCBE5F0CFB4376F3"/>
    <w:rsid w:val="00EC3B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F75F8-A7ED-4898-8FDE-B35551AC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216</TotalTime>
  <Pages>12</Pages>
  <Words>4673</Words>
  <Characters>26639</Characters>
  <Application>Microsoft Office Word</Application>
  <DocSecurity>0</DocSecurity>
  <Lines>221</Lines>
  <Paragraphs>62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63</cp:revision>
  <dcterms:created xsi:type="dcterms:W3CDTF">2021-10-26T08:13:00Z</dcterms:created>
  <dcterms:modified xsi:type="dcterms:W3CDTF">2023-03-22T09:08:00Z</dcterms:modified>
</cp:coreProperties>
</file>